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05" w:rsidRDefault="00945505" w:rsidP="00F37FD3">
      <w:pPr>
        <w:pStyle w:val="BodyTextIndent"/>
        <w:jc w:val="left"/>
        <w:rPr>
          <w:b/>
          <w:bCs/>
          <w:i/>
          <w:iCs/>
          <w:szCs w:val="24"/>
        </w:rPr>
      </w:pPr>
      <w:r w:rsidRPr="000F5EBE">
        <w:rPr>
          <w:szCs w:val="24"/>
        </w:rPr>
        <w:t>........................................ dnia, ..................</w:t>
      </w:r>
    </w:p>
    <w:p w:rsidR="00945505" w:rsidRPr="000F5EBE" w:rsidRDefault="00945505" w:rsidP="00F37FD3">
      <w:pPr>
        <w:pStyle w:val="BodyTextIndent"/>
        <w:jc w:val="right"/>
        <w:rPr>
          <w:b/>
          <w:bCs/>
          <w:i/>
          <w:iCs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9pt;margin-top:4.2pt;width:207pt;height:9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">
            <v:textbox>
              <w:txbxContent>
                <w:p w:rsidR="00945505" w:rsidRDefault="00945505" w:rsidP="00F37FD3"/>
                <w:p w:rsidR="00945505" w:rsidRDefault="00945505" w:rsidP="00F37FD3"/>
                <w:p w:rsidR="00945505" w:rsidRDefault="00945505" w:rsidP="00F37FD3"/>
                <w:p w:rsidR="00945505" w:rsidRDefault="00945505" w:rsidP="00F37FD3"/>
                <w:p w:rsidR="00945505" w:rsidRDefault="00945505" w:rsidP="00F37FD3"/>
                <w:p w:rsidR="00945505" w:rsidRDefault="00945505" w:rsidP="00F37FD3">
                  <w:pPr>
                    <w:pStyle w:val="BodyTextIndent"/>
                    <w:ind w:firstLine="708"/>
                    <w:jc w:val="left"/>
                    <w:rPr>
                      <w:i/>
                      <w:iCs/>
                      <w:sz w:val="20"/>
                    </w:rPr>
                  </w:pPr>
                  <w:r>
                    <w:rPr>
                      <w:i/>
                      <w:iCs/>
                      <w:sz w:val="20"/>
                    </w:rPr>
                    <w:t>pieczęć firmowa Wykonawcy</w:t>
                  </w:r>
                </w:p>
                <w:p w:rsidR="00945505" w:rsidRDefault="00945505" w:rsidP="00F37FD3">
                  <w:pPr>
                    <w:jc w:val="center"/>
                  </w:pPr>
                </w:p>
              </w:txbxContent>
            </v:textbox>
          </v:shape>
        </w:pict>
      </w:r>
      <w:r w:rsidRPr="000F5EBE">
        <w:rPr>
          <w:b/>
          <w:bCs/>
          <w:i/>
          <w:iCs/>
          <w:szCs w:val="24"/>
        </w:rPr>
        <w:t>ZAŁĄCZNIK NR 0</w:t>
      </w:r>
    </w:p>
    <w:p w:rsidR="00945505" w:rsidRPr="000F5EBE" w:rsidRDefault="00945505" w:rsidP="00F37FD3">
      <w:pPr>
        <w:pStyle w:val="BodyTextIndent"/>
        <w:jc w:val="right"/>
        <w:rPr>
          <w:b/>
          <w:bCs/>
          <w:i/>
          <w:iCs/>
          <w:szCs w:val="24"/>
        </w:rPr>
      </w:pPr>
      <w:r w:rsidRPr="000F5EBE">
        <w:rPr>
          <w:b/>
          <w:bCs/>
          <w:i/>
          <w:iCs/>
          <w:szCs w:val="24"/>
        </w:rPr>
        <w:t>Formularz ofertowy</w:t>
      </w:r>
    </w:p>
    <w:p w:rsidR="00945505" w:rsidRDefault="00945505" w:rsidP="00F37FD3">
      <w:pPr>
        <w:pStyle w:val="BodyTextIndent"/>
        <w:ind w:left="5580" w:firstLine="0"/>
        <w:jc w:val="left"/>
        <w:rPr>
          <w:b/>
          <w:bCs/>
          <w:szCs w:val="24"/>
        </w:rPr>
      </w:pPr>
    </w:p>
    <w:p w:rsidR="00945505" w:rsidRDefault="00945505" w:rsidP="00F37FD3">
      <w:pPr>
        <w:pStyle w:val="BodyTextIndent"/>
        <w:ind w:left="5580" w:firstLine="0"/>
        <w:jc w:val="left"/>
        <w:rPr>
          <w:b/>
          <w:bCs/>
          <w:szCs w:val="24"/>
        </w:rPr>
      </w:pPr>
    </w:p>
    <w:p w:rsidR="00945505" w:rsidRDefault="00945505" w:rsidP="00F37FD3">
      <w:pPr>
        <w:pStyle w:val="BodyTextIndent"/>
        <w:ind w:left="5580" w:firstLine="0"/>
        <w:jc w:val="left"/>
        <w:rPr>
          <w:b/>
          <w:bCs/>
          <w:szCs w:val="24"/>
        </w:rPr>
      </w:pPr>
      <w:r w:rsidRPr="000F5EBE">
        <w:rPr>
          <w:b/>
          <w:bCs/>
          <w:szCs w:val="24"/>
        </w:rPr>
        <w:t>Do</w:t>
      </w:r>
      <w:r>
        <w:rPr>
          <w:b/>
          <w:bCs/>
          <w:szCs w:val="24"/>
        </w:rPr>
        <w:t xml:space="preserve"> </w:t>
      </w:r>
    </w:p>
    <w:p w:rsidR="00945505" w:rsidRPr="000F5EBE" w:rsidRDefault="00945505" w:rsidP="00F37FD3">
      <w:pPr>
        <w:pStyle w:val="BodyTextIndent"/>
        <w:ind w:left="5580" w:firstLine="0"/>
        <w:jc w:val="left"/>
        <w:rPr>
          <w:b/>
          <w:bCs/>
          <w:szCs w:val="24"/>
        </w:rPr>
      </w:pPr>
      <w:r w:rsidRPr="000F5EBE">
        <w:rPr>
          <w:b/>
          <w:bCs/>
          <w:szCs w:val="24"/>
        </w:rPr>
        <w:t>Centralnej Szkoły</w:t>
      </w:r>
    </w:p>
    <w:p w:rsidR="00945505" w:rsidRPr="000F5EBE" w:rsidRDefault="00945505" w:rsidP="00F37FD3">
      <w:pPr>
        <w:pStyle w:val="BodyTextIndent"/>
        <w:tabs>
          <w:tab w:val="clear" w:pos="8080"/>
          <w:tab w:val="left" w:pos="5040"/>
        </w:tabs>
        <w:ind w:left="5580" w:firstLine="0"/>
        <w:jc w:val="left"/>
        <w:rPr>
          <w:b/>
          <w:bCs/>
          <w:szCs w:val="24"/>
        </w:rPr>
      </w:pPr>
      <w:r w:rsidRPr="000F5EBE">
        <w:rPr>
          <w:b/>
          <w:bCs/>
          <w:szCs w:val="24"/>
        </w:rPr>
        <w:t>Państwowej Straży Pożarnej</w:t>
      </w:r>
    </w:p>
    <w:p w:rsidR="00945505" w:rsidRDefault="00945505" w:rsidP="00F37FD3">
      <w:pPr>
        <w:pStyle w:val="BodyTextIndent"/>
        <w:ind w:left="5580" w:firstLine="0"/>
        <w:jc w:val="left"/>
        <w:rPr>
          <w:b/>
          <w:bCs/>
          <w:szCs w:val="24"/>
        </w:rPr>
      </w:pPr>
      <w:r w:rsidRPr="000F5EBE">
        <w:rPr>
          <w:b/>
          <w:bCs/>
          <w:szCs w:val="24"/>
        </w:rPr>
        <w:t xml:space="preserve">ul. Sabinowska 62/64, </w:t>
      </w:r>
    </w:p>
    <w:p w:rsidR="00945505" w:rsidRPr="000F5EBE" w:rsidRDefault="00945505" w:rsidP="00F37FD3">
      <w:pPr>
        <w:pStyle w:val="BodyTextIndent"/>
        <w:ind w:left="5580" w:firstLine="0"/>
        <w:jc w:val="left"/>
        <w:rPr>
          <w:b/>
          <w:bCs/>
          <w:szCs w:val="24"/>
        </w:rPr>
      </w:pPr>
      <w:r w:rsidRPr="000F5EBE">
        <w:rPr>
          <w:b/>
          <w:bCs/>
          <w:szCs w:val="24"/>
        </w:rPr>
        <w:t xml:space="preserve">42-200 Częstochowa </w:t>
      </w:r>
    </w:p>
    <w:p w:rsidR="00945505" w:rsidRPr="000F5EBE" w:rsidRDefault="00945505" w:rsidP="00F37FD3">
      <w:pPr>
        <w:pStyle w:val="BodyTextIndent"/>
        <w:jc w:val="center"/>
        <w:rPr>
          <w:b/>
          <w:bCs/>
          <w:szCs w:val="24"/>
        </w:rPr>
      </w:pPr>
    </w:p>
    <w:p w:rsidR="00945505" w:rsidRPr="000F5EBE" w:rsidRDefault="00945505" w:rsidP="00F37FD3">
      <w:pPr>
        <w:pStyle w:val="BodyTextIndent"/>
        <w:jc w:val="center"/>
        <w:rPr>
          <w:b/>
          <w:bCs/>
          <w:szCs w:val="24"/>
        </w:rPr>
      </w:pPr>
      <w:r w:rsidRPr="000F5EBE">
        <w:rPr>
          <w:b/>
          <w:bCs/>
          <w:szCs w:val="24"/>
        </w:rPr>
        <w:t xml:space="preserve">OFERTA </w:t>
      </w:r>
    </w:p>
    <w:p w:rsidR="00945505" w:rsidRPr="00F37FD3" w:rsidRDefault="00945505" w:rsidP="00F37FD3">
      <w:pPr>
        <w:pStyle w:val="BodyText3"/>
        <w:jc w:val="center"/>
        <w:rPr>
          <w:rFonts w:ascii="Times" w:hAnsi="Times" w:cs="Times"/>
          <w:b/>
          <w:iCs/>
          <w:sz w:val="24"/>
          <w:szCs w:val="24"/>
        </w:rPr>
      </w:pPr>
      <w:r w:rsidRPr="00F37FD3">
        <w:rPr>
          <w:b/>
          <w:bCs/>
          <w:sz w:val="24"/>
          <w:szCs w:val="24"/>
        </w:rPr>
        <w:t>w postępowaniu o udzielenie zamówienia publicznego w trybie przetargu nieograniczonego nr WT.2370.</w:t>
      </w:r>
      <w:r>
        <w:rPr>
          <w:b/>
          <w:bCs/>
          <w:sz w:val="24"/>
          <w:szCs w:val="24"/>
        </w:rPr>
        <w:t>20</w:t>
      </w:r>
      <w:r w:rsidRPr="00F37FD3">
        <w:rPr>
          <w:b/>
          <w:bCs/>
          <w:sz w:val="24"/>
          <w:szCs w:val="24"/>
        </w:rPr>
        <w:t xml:space="preserve">.2019 na </w:t>
      </w:r>
      <w:r w:rsidRPr="00F37FD3">
        <w:rPr>
          <w:b/>
          <w:sz w:val="24"/>
          <w:szCs w:val="24"/>
        </w:rPr>
        <w:t>wykonanie remontu poszycia dachów, obróbek blacharskich i orynnowania oraz wykonanie remontu elewacji budynku</w:t>
      </w:r>
      <w:r w:rsidRPr="00F37FD3">
        <w:rPr>
          <w:b/>
          <w:iCs/>
          <w:sz w:val="24"/>
          <w:szCs w:val="24"/>
        </w:rPr>
        <w:t>.</w:t>
      </w:r>
    </w:p>
    <w:p w:rsidR="00945505" w:rsidRPr="00083579" w:rsidRDefault="00945505" w:rsidP="00F37FD3">
      <w:pPr>
        <w:pStyle w:val="BodyTextIndent"/>
        <w:jc w:val="center"/>
        <w:rPr>
          <w:b/>
          <w:bCs/>
          <w:color w:val="000000"/>
          <w:szCs w:val="24"/>
        </w:rPr>
      </w:pPr>
    </w:p>
    <w:p w:rsidR="00945505" w:rsidRPr="000F5EBE" w:rsidRDefault="00945505" w:rsidP="00F37FD3">
      <w:pPr>
        <w:pStyle w:val="BodyTextIndent"/>
        <w:numPr>
          <w:ilvl w:val="0"/>
          <w:numId w:val="1"/>
        </w:numPr>
        <w:tabs>
          <w:tab w:val="clear" w:pos="8080"/>
        </w:tabs>
        <w:rPr>
          <w:szCs w:val="24"/>
        </w:rPr>
      </w:pPr>
      <w:r>
        <w:rPr>
          <w:szCs w:val="24"/>
        </w:rPr>
        <w:t>N</w:t>
      </w:r>
      <w:r w:rsidRPr="000F5EBE">
        <w:rPr>
          <w:szCs w:val="24"/>
        </w:rPr>
        <w:t>awiązując do ogłoszenia o postępowaniu o udzielenie zamówienia oraz do specyfikacji istotnych warunków zamówienia działając w imieniu i na rzecz: ………………………………………………………………………………….…………………………….……...………………………………………………...…………..……………………………………………………………………………………………..……........... NIP …………………………………REGON ……………………………….…………….</w:t>
      </w:r>
    </w:p>
    <w:p w:rsidR="00945505" w:rsidRPr="000F5EBE" w:rsidRDefault="00945505" w:rsidP="00F37FD3">
      <w:pPr>
        <w:pStyle w:val="BodyTextIndent"/>
        <w:ind w:firstLine="0"/>
        <w:rPr>
          <w:szCs w:val="24"/>
        </w:rPr>
      </w:pPr>
      <w:r w:rsidRPr="000F5EBE">
        <w:rPr>
          <w:szCs w:val="24"/>
        </w:rPr>
        <w:t xml:space="preserve">      Nr telefonu …………………………………. Nr faksu …………………..………………..</w:t>
      </w:r>
    </w:p>
    <w:p w:rsidR="00945505" w:rsidRPr="000F5EBE" w:rsidRDefault="00945505" w:rsidP="00F37FD3">
      <w:pPr>
        <w:pStyle w:val="BodyTextIndent"/>
        <w:ind w:firstLine="0"/>
        <w:jc w:val="center"/>
        <w:rPr>
          <w:szCs w:val="24"/>
        </w:rPr>
      </w:pPr>
      <w:r>
        <w:rPr>
          <w:b/>
          <w:szCs w:val="24"/>
        </w:rPr>
        <w:t>a</w:t>
      </w:r>
      <w:r w:rsidRPr="003F44E0">
        <w:rPr>
          <w:b/>
          <w:szCs w:val="24"/>
        </w:rPr>
        <w:t xml:space="preserve">dres e-mail </w:t>
      </w:r>
      <w:r w:rsidRPr="000F5EBE">
        <w:rPr>
          <w:szCs w:val="24"/>
        </w:rPr>
        <w:t>…………………………………..</w:t>
      </w:r>
    </w:p>
    <w:p w:rsidR="00945505" w:rsidRDefault="00945505" w:rsidP="00F37FD3">
      <w:pPr>
        <w:pStyle w:val="BodyTextIndent"/>
        <w:ind w:firstLine="0"/>
        <w:rPr>
          <w:bCs/>
          <w:szCs w:val="24"/>
        </w:rPr>
      </w:pPr>
    </w:p>
    <w:p w:rsidR="00945505" w:rsidRPr="000F5EBE" w:rsidRDefault="00945505" w:rsidP="00F37FD3">
      <w:pPr>
        <w:pStyle w:val="BodyTextIndent"/>
        <w:ind w:firstLine="0"/>
        <w:rPr>
          <w:bCs/>
          <w:szCs w:val="24"/>
        </w:rPr>
      </w:pPr>
      <w:r w:rsidRPr="000F5EBE">
        <w:rPr>
          <w:bCs/>
          <w:szCs w:val="24"/>
        </w:rPr>
        <w:t xml:space="preserve">Nr wpisu do Krajowego Rejestru Sądowego lub nr wpisu do </w:t>
      </w:r>
      <w:r w:rsidRPr="000F5EBE">
        <w:rPr>
          <w:szCs w:val="24"/>
        </w:rPr>
        <w:t>CEiIDG</w:t>
      </w:r>
      <w:r w:rsidRPr="000F5EBE">
        <w:rPr>
          <w:bCs/>
          <w:szCs w:val="24"/>
        </w:rPr>
        <w:t>………………….</w:t>
      </w:r>
    </w:p>
    <w:p w:rsidR="00945505" w:rsidRPr="000F5EBE" w:rsidRDefault="00945505" w:rsidP="00F37FD3">
      <w:pPr>
        <w:pStyle w:val="BodyTextIndent"/>
        <w:tabs>
          <w:tab w:val="clear" w:pos="8080"/>
        </w:tabs>
        <w:ind w:firstLine="0"/>
        <w:rPr>
          <w:szCs w:val="24"/>
        </w:rPr>
      </w:pPr>
    </w:p>
    <w:p w:rsidR="00945505" w:rsidRPr="000F5EBE" w:rsidRDefault="00945505" w:rsidP="00F37FD3">
      <w:pPr>
        <w:pStyle w:val="BodyTextIndent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Cs w:val="24"/>
        </w:rPr>
      </w:pPr>
      <w:r w:rsidRPr="000F5EBE">
        <w:rPr>
          <w:szCs w:val="24"/>
        </w:rPr>
        <w:t xml:space="preserve">Oferujemy </w:t>
      </w:r>
      <w:r w:rsidRPr="000F5EBE">
        <w:rPr>
          <w:b/>
          <w:bCs/>
          <w:szCs w:val="24"/>
        </w:rPr>
        <w:t xml:space="preserve">realizację zamówienia </w:t>
      </w:r>
      <w:r>
        <w:rPr>
          <w:szCs w:val="24"/>
        </w:rPr>
        <w:t>zgodnie z</w:t>
      </w:r>
      <w:r w:rsidRPr="000F5EBE">
        <w:rPr>
          <w:szCs w:val="24"/>
        </w:rPr>
        <w:t xml:space="preserve"> siwz </w:t>
      </w:r>
      <w:r w:rsidRPr="003B059F">
        <w:rPr>
          <w:color w:val="000000"/>
          <w:szCs w:val="24"/>
        </w:rPr>
        <w:t>za następującą cenę ryczałtową</w:t>
      </w:r>
      <w:r w:rsidRPr="000F5EBE">
        <w:rPr>
          <w:szCs w:val="24"/>
        </w:rPr>
        <w:t>: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02"/>
        <w:gridCol w:w="2907"/>
        <w:gridCol w:w="4101"/>
      </w:tblGrid>
      <w:tr w:rsidR="00945505" w:rsidTr="006667C3">
        <w:trPr>
          <w:cantSplit/>
        </w:trPr>
        <w:tc>
          <w:tcPr>
            <w:tcW w:w="9210" w:type="dxa"/>
            <w:gridSpan w:val="3"/>
            <w:shd w:val="clear" w:color="auto" w:fill="E6E6E6"/>
          </w:tcPr>
          <w:p w:rsidR="00945505" w:rsidRDefault="00945505" w:rsidP="006667C3">
            <w:pPr>
              <w:pStyle w:val="BodyTextIndent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CAŁKOWITA WARTOŚĆ ZAMÓWIENIA</w:t>
            </w:r>
          </w:p>
        </w:tc>
      </w:tr>
      <w:tr w:rsidR="00945505" w:rsidTr="006667C3">
        <w:trPr>
          <w:cantSplit/>
        </w:trPr>
        <w:tc>
          <w:tcPr>
            <w:tcW w:w="2202" w:type="dxa"/>
            <w:shd w:val="clear" w:color="auto" w:fill="E6E6E6"/>
          </w:tcPr>
          <w:p w:rsidR="00945505" w:rsidRDefault="00945505" w:rsidP="006667C3">
            <w:pPr>
              <w:pStyle w:val="BodyTextIndent"/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Wartość</w:t>
            </w:r>
          </w:p>
        </w:tc>
        <w:tc>
          <w:tcPr>
            <w:tcW w:w="2907" w:type="dxa"/>
            <w:shd w:val="clear" w:color="auto" w:fill="E6E6E6"/>
          </w:tcPr>
          <w:p w:rsidR="00945505" w:rsidRDefault="00945505" w:rsidP="006667C3">
            <w:pPr>
              <w:pStyle w:val="BodyTextIndent"/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Cyfrą</w:t>
            </w:r>
          </w:p>
        </w:tc>
        <w:tc>
          <w:tcPr>
            <w:tcW w:w="4101" w:type="dxa"/>
            <w:shd w:val="clear" w:color="auto" w:fill="E6E6E6"/>
          </w:tcPr>
          <w:p w:rsidR="00945505" w:rsidRDefault="00945505" w:rsidP="006667C3">
            <w:pPr>
              <w:pStyle w:val="BodyTextIndent"/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Słownie</w:t>
            </w:r>
          </w:p>
        </w:tc>
      </w:tr>
      <w:tr w:rsidR="00945505" w:rsidTr="006667C3">
        <w:trPr>
          <w:cantSplit/>
        </w:trPr>
        <w:tc>
          <w:tcPr>
            <w:tcW w:w="2202" w:type="dxa"/>
            <w:shd w:val="clear" w:color="auto" w:fill="E6E6E6"/>
            <w:vAlign w:val="center"/>
          </w:tcPr>
          <w:p w:rsidR="00945505" w:rsidRDefault="00945505" w:rsidP="006667C3">
            <w:pPr>
              <w:pStyle w:val="BodyTextIndent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NETTO</w:t>
            </w:r>
          </w:p>
        </w:tc>
        <w:tc>
          <w:tcPr>
            <w:tcW w:w="2907" w:type="dxa"/>
            <w:vAlign w:val="center"/>
          </w:tcPr>
          <w:p w:rsidR="00945505" w:rsidRDefault="00945505" w:rsidP="006667C3">
            <w:pPr>
              <w:pStyle w:val="BodyTextIndent"/>
              <w:ind w:firstLine="0"/>
              <w:jc w:val="right"/>
            </w:pPr>
            <w:r w:rsidRPr="00C646C9">
              <w:rPr>
                <w:sz w:val="36"/>
                <w:szCs w:val="36"/>
              </w:rPr>
              <w:t>⁪⁪⁪</w:t>
            </w:r>
            <w:r w:rsidRPr="004A20E5">
              <w:rPr>
                <w:sz w:val="32"/>
                <w:szCs w:val="32"/>
              </w:rPr>
              <w:t>.</w:t>
            </w:r>
            <w:r w:rsidRPr="00C646C9">
              <w:rPr>
                <w:sz w:val="36"/>
                <w:szCs w:val="36"/>
              </w:rPr>
              <w:t>⁪⁪⁪</w:t>
            </w:r>
            <w:r w:rsidRPr="004A20E5">
              <w:rPr>
                <w:sz w:val="32"/>
                <w:szCs w:val="32"/>
              </w:rPr>
              <w:t>,</w:t>
            </w:r>
            <w:r w:rsidRPr="00C646C9">
              <w:rPr>
                <w:sz w:val="36"/>
                <w:szCs w:val="36"/>
              </w:rPr>
              <w:t>⁪⁪</w:t>
            </w:r>
            <w:r>
              <w:t>zł</w:t>
            </w:r>
          </w:p>
        </w:tc>
        <w:tc>
          <w:tcPr>
            <w:tcW w:w="4101" w:type="dxa"/>
          </w:tcPr>
          <w:p w:rsidR="00945505" w:rsidRDefault="00945505" w:rsidP="006667C3">
            <w:pPr>
              <w:pStyle w:val="BodyTextIndent"/>
              <w:ind w:firstLine="0"/>
            </w:pPr>
          </w:p>
          <w:p w:rsidR="00945505" w:rsidRDefault="00945505" w:rsidP="006667C3">
            <w:pPr>
              <w:pStyle w:val="BodyTextIndent"/>
              <w:ind w:firstLine="0"/>
            </w:pPr>
          </w:p>
        </w:tc>
      </w:tr>
      <w:tr w:rsidR="00945505" w:rsidTr="006667C3">
        <w:trPr>
          <w:cantSplit/>
        </w:trPr>
        <w:tc>
          <w:tcPr>
            <w:tcW w:w="2202" w:type="dxa"/>
            <w:shd w:val="clear" w:color="auto" w:fill="E6E6E6"/>
            <w:vAlign w:val="center"/>
          </w:tcPr>
          <w:p w:rsidR="00945505" w:rsidRDefault="00945505" w:rsidP="006667C3">
            <w:pPr>
              <w:pStyle w:val="BodyTextIndent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Podatku VAT 23%</w:t>
            </w:r>
          </w:p>
        </w:tc>
        <w:tc>
          <w:tcPr>
            <w:tcW w:w="2907" w:type="dxa"/>
            <w:vAlign w:val="center"/>
          </w:tcPr>
          <w:p w:rsidR="00945505" w:rsidRDefault="00945505" w:rsidP="006667C3">
            <w:pPr>
              <w:pStyle w:val="BodyTextIndent"/>
              <w:ind w:firstLine="0"/>
              <w:jc w:val="right"/>
            </w:pPr>
            <w:r w:rsidRPr="00C646C9">
              <w:rPr>
                <w:sz w:val="36"/>
                <w:szCs w:val="36"/>
              </w:rPr>
              <w:t>⁪⁪</w:t>
            </w:r>
            <w:r w:rsidRPr="004A20E5">
              <w:rPr>
                <w:sz w:val="32"/>
                <w:szCs w:val="32"/>
              </w:rPr>
              <w:t>.</w:t>
            </w:r>
            <w:r w:rsidRPr="00C646C9">
              <w:rPr>
                <w:sz w:val="36"/>
                <w:szCs w:val="36"/>
              </w:rPr>
              <w:t>⁪⁪⁪</w:t>
            </w:r>
            <w:r w:rsidRPr="004A20E5">
              <w:rPr>
                <w:sz w:val="32"/>
                <w:szCs w:val="32"/>
              </w:rPr>
              <w:t>,</w:t>
            </w:r>
            <w:r w:rsidRPr="00C646C9">
              <w:rPr>
                <w:sz w:val="36"/>
                <w:szCs w:val="36"/>
              </w:rPr>
              <w:t>⁪⁪</w:t>
            </w:r>
            <w:r>
              <w:t>zł</w:t>
            </w:r>
          </w:p>
        </w:tc>
        <w:tc>
          <w:tcPr>
            <w:tcW w:w="4101" w:type="dxa"/>
          </w:tcPr>
          <w:p w:rsidR="00945505" w:rsidRDefault="00945505" w:rsidP="006667C3">
            <w:pPr>
              <w:pStyle w:val="BodyTextIndent"/>
              <w:ind w:firstLine="0"/>
            </w:pPr>
          </w:p>
          <w:p w:rsidR="00945505" w:rsidRDefault="00945505" w:rsidP="006667C3">
            <w:pPr>
              <w:pStyle w:val="BodyTextIndent"/>
              <w:ind w:firstLine="0"/>
            </w:pPr>
          </w:p>
        </w:tc>
      </w:tr>
      <w:tr w:rsidR="00945505" w:rsidTr="006667C3">
        <w:trPr>
          <w:cantSplit/>
        </w:trPr>
        <w:tc>
          <w:tcPr>
            <w:tcW w:w="2202" w:type="dxa"/>
            <w:shd w:val="clear" w:color="auto" w:fill="E6E6E6"/>
            <w:vAlign w:val="center"/>
          </w:tcPr>
          <w:p w:rsidR="00945505" w:rsidRDefault="00945505" w:rsidP="006667C3">
            <w:pPr>
              <w:pStyle w:val="BodyTextIndent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2907" w:type="dxa"/>
            <w:vAlign w:val="center"/>
          </w:tcPr>
          <w:p w:rsidR="00945505" w:rsidRDefault="00945505" w:rsidP="006667C3">
            <w:pPr>
              <w:pStyle w:val="BodyTextIndent"/>
              <w:ind w:firstLine="0"/>
              <w:jc w:val="right"/>
            </w:pPr>
            <w:r w:rsidRPr="00C646C9">
              <w:rPr>
                <w:sz w:val="36"/>
                <w:szCs w:val="36"/>
              </w:rPr>
              <w:t>⁪⁪⁪</w:t>
            </w:r>
            <w:r w:rsidRPr="004A20E5">
              <w:rPr>
                <w:sz w:val="32"/>
                <w:szCs w:val="32"/>
              </w:rPr>
              <w:t>.</w:t>
            </w:r>
            <w:r w:rsidRPr="00C646C9">
              <w:rPr>
                <w:sz w:val="36"/>
                <w:szCs w:val="36"/>
              </w:rPr>
              <w:t>⁪⁪⁪</w:t>
            </w:r>
            <w:r w:rsidRPr="004A20E5">
              <w:rPr>
                <w:sz w:val="32"/>
                <w:szCs w:val="32"/>
              </w:rPr>
              <w:t>,</w:t>
            </w:r>
            <w:r w:rsidRPr="00C646C9">
              <w:rPr>
                <w:sz w:val="36"/>
                <w:szCs w:val="36"/>
              </w:rPr>
              <w:t>⁪⁪</w:t>
            </w:r>
            <w:r>
              <w:t>zł</w:t>
            </w:r>
          </w:p>
        </w:tc>
        <w:tc>
          <w:tcPr>
            <w:tcW w:w="4101" w:type="dxa"/>
          </w:tcPr>
          <w:p w:rsidR="00945505" w:rsidRDefault="00945505" w:rsidP="006667C3">
            <w:pPr>
              <w:pStyle w:val="BodyTextIndent"/>
              <w:ind w:firstLine="0"/>
            </w:pPr>
          </w:p>
          <w:p w:rsidR="00945505" w:rsidRDefault="00945505" w:rsidP="006667C3">
            <w:pPr>
              <w:pStyle w:val="BodyTextIndent"/>
              <w:ind w:firstLine="0"/>
            </w:pPr>
          </w:p>
        </w:tc>
      </w:tr>
    </w:tbl>
    <w:p w:rsidR="00945505" w:rsidRDefault="00945505" w:rsidP="00F37FD3">
      <w:pPr>
        <w:pStyle w:val="Header"/>
        <w:tabs>
          <w:tab w:val="clear" w:pos="4536"/>
          <w:tab w:val="clear" w:pos="9072"/>
        </w:tabs>
        <w:rPr>
          <w:color w:val="000000"/>
        </w:rPr>
      </w:pPr>
    </w:p>
    <w:p w:rsidR="00945505" w:rsidRPr="009E7777" w:rsidRDefault="00945505" w:rsidP="00F37FD3">
      <w:pPr>
        <w:pStyle w:val="Header"/>
        <w:numPr>
          <w:ilvl w:val="0"/>
          <w:numId w:val="2"/>
        </w:numPr>
        <w:tabs>
          <w:tab w:val="clear" w:pos="720"/>
          <w:tab w:val="clear" w:pos="4536"/>
          <w:tab w:val="clear" w:pos="9072"/>
          <w:tab w:val="num" w:pos="360"/>
        </w:tabs>
        <w:ind w:left="360"/>
        <w:rPr>
          <w:color w:val="000000"/>
        </w:rPr>
      </w:pPr>
      <w:r>
        <w:t>U</w:t>
      </w:r>
      <w:r w:rsidRPr="0021559D">
        <w:t>dzielamy</w:t>
      </w:r>
      <w:r>
        <w:t xml:space="preserve"> </w:t>
      </w:r>
      <w:r>
        <w:rPr>
          <w:b/>
        </w:rPr>
        <w:t>…….. miesięcy</w:t>
      </w:r>
      <w:r>
        <w:t xml:space="preserve"> gwarancji jednolitej na wykonane roboty i użyte materiały – kryterium oceniane - </w:t>
      </w:r>
      <w:r>
        <w:rPr>
          <w:b/>
        </w:rPr>
        <w:t>(minimalny okres  60 miesięcy, maksymalny</w:t>
      </w:r>
      <w:r w:rsidRPr="00951178">
        <w:rPr>
          <w:b/>
        </w:rPr>
        <w:t xml:space="preserve"> punktowany</w:t>
      </w:r>
      <w:r>
        <w:rPr>
          <w:b/>
        </w:rPr>
        <w:t xml:space="preserve"> okres 120 </w:t>
      </w:r>
      <w:r w:rsidRPr="00951178">
        <w:rPr>
          <w:b/>
        </w:rPr>
        <w:t>miesi</w:t>
      </w:r>
      <w:r>
        <w:rPr>
          <w:b/>
        </w:rPr>
        <w:t>ęcy</w:t>
      </w:r>
      <w:r>
        <w:rPr>
          <w:b/>
          <w:color w:val="000000"/>
        </w:rPr>
        <w:t>)</w:t>
      </w:r>
    </w:p>
    <w:p w:rsidR="00945505" w:rsidRPr="002D3D24" w:rsidRDefault="00945505" w:rsidP="00F37FD3">
      <w:pPr>
        <w:pStyle w:val="Header"/>
        <w:numPr>
          <w:ilvl w:val="0"/>
          <w:numId w:val="2"/>
        </w:numPr>
        <w:tabs>
          <w:tab w:val="clear" w:pos="720"/>
          <w:tab w:val="clear" w:pos="4536"/>
          <w:tab w:val="clear" w:pos="9072"/>
          <w:tab w:val="num" w:pos="360"/>
        </w:tabs>
        <w:ind w:left="360"/>
        <w:rPr>
          <w:color w:val="000000"/>
        </w:rPr>
      </w:pPr>
      <w:r>
        <w:rPr>
          <w:color w:val="000000"/>
        </w:rPr>
        <w:t xml:space="preserve">Okres </w:t>
      </w:r>
      <w:r w:rsidRPr="002C5D6D">
        <w:t>rękojmi liczonej od daty całkowitego odbioru przedmiotu umowy</w:t>
      </w:r>
      <w:r>
        <w:t xml:space="preserve"> wynosi </w:t>
      </w:r>
      <w:r>
        <w:br/>
        <w:t>36 miesięcy.</w:t>
      </w:r>
    </w:p>
    <w:p w:rsidR="00945505" w:rsidRDefault="00945505" w:rsidP="00F37FD3">
      <w:pPr>
        <w:pStyle w:val="Header"/>
        <w:numPr>
          <w:ilvl w:val="0"/>
          <w:numId w:val="2"/>
        </w:numPr>
        <w:tabs>
          <w:tab w:val="clear" w:pos="720"/>
          <w:tab w:val="clear" w:pos="4536"/>
          <w:tab w:val="clear" w:pos="9072"/>
          <w:tab w:val="num" w:pos="360"/>
        </w:tabs>
        <w:ind w:left="360"/>
        <w:rPr>
          <w:color w:val="000000"/>
        </w:rPr>
      </w:pPr>
      <w:r>
        <w:t xml:space="preserve">Akceptujemy termin realizacji: </w:t>
      </w:r>
      <w:r>
        <w:rPr>
          <w:b/>
        </w:rPr>
        <w:t>60 dni od podpisania umowy</w:t>
      </w:r>
      <w:r w:rsidRPr="002D3D24">
        <w:rPr>
          <w:b/>
        </w:rPr>
        <w:t>.</w:t>
      </w:r>
    </w:p>
    <w:p w:rsidR="00945505" w:rsidRDefault="00945505" w:rsidP="00F37FD3">
      <w:pPr>
        <w:pStyle w:val="BodyTextIndent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bCs/>
        </w:rPr>
      </w:pPr>
      <w:r w:rsidRPr="0059644E">
        <w:t xml:space="preserve">Oświadczam, iż zamówienie zostanie zrealizowane zgodnie ze specyfikacją istotnych warunków zamówienia wraz z </w:t>
      </w:r>
      <w:r>
        <w:t>załącznikami</w:t>
      </w:r>
      <w:r w:rsidRPr="0059644E">
        <w:t xml:space="preserve"> </w:t>
      </w:r>
      <w:r>
        <w:t xml:space="preserve">jak i </w:t>
      </w:r>
      <w:r w:rsidRPr="0059644E">
        <w:rPr>
          <w:bCs/>
        </w:rPr>
        <w:t>zgodnie</w:t>
      </w:r>
      <w:r>
        <w:rPr>
          <w:bCs/>
        </w:rPr>
        <w:t xml:space="preserve"> </w:t>
      </w:r>
      <w:r w:rsidRPr="0059644E">
        <w:rPr>
          <w:bCs/>
        </w:rPr>
        <w:t>z przepisami prawa budowlanego</w:t>
      </w:r>
      <w:r>
        <w:rPr>
          <w:bCs/>
        </w:rPr>
        <w:t>, normami i zasadami sztuki budowlanej.</w:t>
      </w:r>
    </w:p>
    <w:p w:rsidR="00945505" w:rsidRPr="00222777" w:rsidRDefault="00945505" w:rsidP="00F37FD3">
      <w:pPr>
        <w:pStyle w:val="BodyTextIndent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bCs/>
          <w:color w:val="000000"/>
        </w:rPr>
      </w:pPr>
      <w:r w:rsidRPr="00222777">
        <w:rPr>
          <w:color w:val="000000"/>
        </w:rPr>
        <w:t>Akceptujemy termin płatności wskazany przez Zamawiającą – 30 dni od daty odbioru przedmiotu umowy  potwierdzonego protokołem odbioru i doręczenia faktury.</w:t>
      </w:r>
    </w:p>
    <w:p w:rsidR="00945505" w:rsidRPr="00222777" w:rsidRDefault="00945505" w:rsidP="00F37FD3">
      <w:pPr>
        <w:pStyle w:val="BodyTextIndent"/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bCs/>
          <w:color w:val="000000"/>
        </w:rPr>
      </w:pPr>
      <w:r w:rsidRPr="00222777">
        <w:rPr>
          <w:color w:val="000000"/>
          <w:szCs w:val="24"/>
        </w:rPr>
        <w:t>Akceptujemy obowiązującą formę rozliczenia wynagrodzenia za wykonanie przedmiotu zamówienia zgodnie z siwz tj. „wynagrodzenie ryczałtowe”.</w:t>
      </w:r>
    </w:p>
    <w:p w:rsidR="00945505" w:rsidRDefault="00945505" w:rsidP="00F37FD3">
      <w:pPr>
        <w:pStyle w:val="BodyTextIndent"/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rPr>
          <w:szCs w:val="24"/>
        </w:rPr>
        <w:t>Oświadczamy, że podana powyżej cena ryczałtowa zawiera wszystkie koszty wykonania zamówienia, zgodnie ze specyfikacją istotnych warunków zamówienia</w:t>
      </w:r>
      <w:r>
        <w:t>.</w:t>
      </w:r>
    </w:p>
    <w:p w:rsidR="00945505" w:rsidRDefault="00945505" w:rsidP="00F37FD3">
      <w:pPr>
        <w:pStyle w:val="BodyTextIndent"/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Oświadczamy, że zapoznaliśmy się z SIWZ i nie wnosimy żadnych zastrzeżeń oraz zdobyliśmy konieczne informacje do przygotowania oferty oraz właściwego wykonania zamówienia.</w:t>
      </w:r>
    </w:p>
    <w:p w:rsidR="00945505" w:rsidRDefault="00945505" w:rsidP="00F37FD3">
      <w:pPr>
        <w:pStyle w:val="BodyTextIndent"/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Oświadczamy, iż wadium w kwocie:</w:t>
      </w:r>
      <w:r w:rsidRPr="00097B69">
        <w:t xml:space="preserve"> </w:t>
      </w:r>
      <w:r>
        <w:t xml:space="preserve">9.000,00 zł </w:t>
      </w:r>
      <w:r w:rsidRPr="00C86EA4">
        <w:rPr>
          <w:szCs w:val="24"/>
        </w:rPr>
        <w:t>zostało wniesione w dniu  …/…/</w:t>
      </w:r>
      <w:r>
        <w:rPr>
          <w:szCs w:val="24"/>
        </w:rPr>
        <w:t>2019</w:t>
      </w:r>
      <w:r w:rsidRPr="00C86EA4">
        <w:rPr>
          <w:szCs w:val="24"/>
        </w:rPr>
        <w:t>r.</w:t>
      </w:r>
      <w:r>
        <w:rPr>
          <w:szCs w:val="24"/>
        </w:rPr>
        <w:br/>
      </w:r>
      <w:r>
        <w:t>w formie ......................................................................</w:t>
      </w:r>
    </w:p>
    <w:p w:rsidR="00945505" w:rsidRDefault="00945505" w:rsidP="00F37FD3">
      <w:pPr>
        <w:pStyle w:val="BodyTextIndent"/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Oświadczamy, że uważamy się za związanych niniejszą ofertą na czas wskazany </w:t>
      </w:r>
      <w:r>
        <w:br/>
        <w:t>w SIWZ tj. 30 dni.</w:t>
      </w:r>
    </w:p>
    <w:p w:rsidR="00945505" w:rsidRPr="00525E84" w:rsidRDefault="00945505" w:rsidP="00F37FD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ar-SA"/>
        </w:rPr>
      </w:pPr>
      <w:r>
        <w:t xml:space="preserve">Oświadczamy, że jesteśmy: </w:t>
      </w:r>
    </w:p>
    <w:p w:rsidR="00945505" w:rsidRPr="00525E84" w:rsidRDefault="00945505" w:rsidP="00F37FD3">
      <w:pPr>
        <w:jc w:val="center"/>
        <w:rPr>
          <w:vertAlign w:val="superscript"/>
        </w:rPr>
      </w:pPr>
      <w:r>
        <w:t>mikroprzedsiębiorstwem*</w:t>
      </w:r>
      <w:r w:rsidRPr="00525E84">
        <w:rPr>
          <w:shd w:val="clear" w:color="auto" w:fill="FFFF00"/>
          <w:vertAlign w:val="superscript"/>
        </w:rPr>
        <w:t>1</w:t>
      </w:r>
    </w:p>
    <w:p w:rsidR="00945505" w:rsidRPr="00525E84" w:rsidRDefault="00945505" w:rsidP="00F37FD3">
      <w:pPr>
        <w:jc w:val="center"/>
        <w:rPr>
          <w:vertAlign w:val="superscript"/>
        </w:rPr>
      </w:pPr>
      <w:r>
        <w:t>małym przedsiębiorstwem*</w:t>
      </w:r>
      <w:r w:rsidRPr="00525E84">
        <w:rPr>
          <w:shd w:val="clear" w:color="auto" w:fill="FFFF00"/>
          <w:vertAlign w:val="superscript"/>
        </w:rPr>
        <w:t>1</w:t>
      </w:r>
    </w:p>
    <w:p w:rsidR="00945505" w:rsidRPr="00525E84" w:rsidRDefault="00945505" w:rsidP="00F37FD3">
      <w:pPr>
        <w:jc w:val="center"/>
        <w:rPr>
          <w:vertAlign w:val="superscript"/>
        </w:rPr>
      </w:pPr>
      <w:r>
        <w:t>średnim przedsiębiorstwem*</w:t>
      </w:r>
      <w:r w:rsidRPr="00525E84">
        <w:rPr>
          <w:shd w:val="clear" w:color="auto" w:fill="FFFF00"/>
          <w:vertAlign w:val="superscript"/>
        </w:rPr>
        <w:t>1</w:t>
      </w:r>
    </w:p>
    <w:p w:rsidR="00945505" w:rsidRDefault="00945505" w:rsidP="00F37FD3">
      <w:pPr>
        <w:jc w:val="center"/>
        <w:rPr>
          <w:sz w:val="22"/>
          <w:szCs w:val="22"/>
          <w:lang w:eastAsia="ar-SA"/>
        </w:rPr>
      </w:pPr>
      <w:r>
        <w:t>dużym przedsiębiorstwem*</w:t>
      </w:r>
      <w:r w:rsidRPr="00525E84">
        <w:rPr>
          <w:rStyle w:val="FootnoteReference"/>
          <w:shd w:val="clear" w:color="auto" w:fill="FFFF00"/>
        </w:rPr>
        <w:footnoteReference w:id="1"/>
      </w:r>
    </w:p>
    <w:p w:rsidR="00945505" w:rsidRPr="00024894" w:rsidRDefault="00945505" w:rsidP="00F37FD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lang w:eastAsia="ar-SA"/>
        </w:rPr>
      </w:pPr>
      <w:r w:rsidRPr="00024894">
        <w:t xml:space="preserve">Oświadczamy, że: </w:t>
      </w:r>
    </w:p>
    <w:p w:rsidR="00945505" w:rsidRPr="00024894" w:rsidRDefault="00945505" w:rsidP="00F37FD3">
      <w:pPr>
        <w:pStyle w:val="BodyTextIndent"/>
        <w:numPr>
          <w:ilvl w:val="1"/>
          <w:numId w:val="3"/>
        </w:numPr>
        <w:tabs>
          <w:tab w:val="clear" w:pos="720"/>
          <w:tab w:val="clear" w:pos="8080"/>
          <w:tab w:val="num" w:pos="900"/>
        </w:tabs>
        <w:jc w:val="left"/>
        <w:rPr>
          <w:szCs w:val="24"/>
        </w:rPr>
      </w:pPr>
      <w:r w:rsidRPr="00024894">
        <w:rPr>
          <w:szCs w:val="24"/>
        </w:rPr>
        <w:t xml:space="preserve"> realizację niniejszego zamówienia zobowiązujemy się wykonać samodzielnie* </w:t>
      </w:r>
    </w:p>
    <w:p w:rsidR="00945505" w:rsidRPr="00024894" w:rsidRDefault="00945505" w:rsidP="00F37FD3">
      <w:pPr>
        <w:pStyle w:val="BodyTextIndent"/>
        <w:numPr>
          <w:ilvl w:val="1"/>
          <w:numId w:val="3"/>
        </w:numPr>
        <w:tabs>
          <w:tab w:val="clear" w:pos="720"/>
          <w:tab w:val="clear" w:pos="8080"/>
          <w:tab w:val="num" w:pos="900"/>
        </w:tabs>
        <w:jc w:val="left"/>
        <w:rPr>
          <w:szCs w:val="24"/>
        </w:rPr>
      </w:pPr>
      <w:r w:rsidRPr="00024894">
        <w:rPr>
          <w:szCs w:val="24"/>
        </w:rPr>
        <w:t xml:space="preserve"> do realizacji niniejszego zamówienia zamierzamy zatrudnić podwykonawcę/ów wymienionych poniżej i w na</w:t>
      </w:r>
      <w:r>
        <w:rPr>
          <w:szCs w:val="24"/>
        </w:rPr>
        <w:t>stępującym zakresie:*</w:t>
      </w:r>
    </w:p>
    <w:tbl>
      <w:tblPr>
        <w:tblW w:w="853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052"/>
        <w:gridCol w:w="3600"/>
        <w:gridCol w:w="2232"/>
      </w:tblGrid>
      <w:tr w:rsidR="00945505" w:rsidRPr="007C0D82" w:rsidTr="00C23184">
        <w:tc>
          <w:tcPr>
            <w:tcW w:w="648" w:type="dxa"/>
            <w:vAlign w:val="center"/>
          </w:tcPr>
          <w:p w:rsidR="00945505" w:rsidRPr="00C23184" w:rsidRDefault="00945505" w:rsidP="00C23184">
            <w:pPr>
              <w:pStyle w:val="BodyTextIndent"/>
              <w:ind w:left="-180" w:firstLine="180"/>
              <w:jc w:val="center"/>
              <w:rPr>
                <w:rFonts w:eastAsia="Arial Unicode MS"/>
                <w:sz w:val="22"/>
                <w:szCs w:val="22"/>
              </w:rPr>
            </w:pPr>
            <w:r w:rsidRPr="00C23184">
              <w:rPr>
                <w:rFonts w:eastAsia="Arial Unicode MS"/>
                <w:sz w:val="22"/>
                <w:szCs w:val="22"/>
              </w:rPr>
              <w:t>Lp.</w:t>
            </w:r>
          </w:p>
        </w:tc>
        <w:tc>
          <w:tcPr>
            <w:tcW w:w="2052" w:type="dxa"/>
            <w:vAlign w:val="center"/>
          </w:tcPr>
          <w:p w:rsidR="00945505" w:rsidRPr="00C23184" w:rsidRDefault="00945505" w:rsidP="00C23184">
            <w:pPr>
              <w:pStyle w:val="BodyTextIndent"/>
              <w:jc w:val="center"/>
              <w:rPr>
                <w:rFonts w:eastAsia="Arial Unicode MS"/>
                <w:sz w:val="22"/>
                <w:szCs w:val="22"/>
              </w:rPr>
            </w:pPr>
            <w:r w:rsidRPr="00C23184">
              <w:rPr>
                <w:rFonts w:eastAsia="Arial Unicode MS"/>
                <w:sz w:val="22"/>
                <w:szCs w:val="22"/>
              </w:rPr>
              <w:t>Oznaczenia (nazwa i adres) podwykonawcy</w:t>
            </w:r>
          </w:p>
        </w:tc>
        <w:tc>
          <w:tcPr>
            <w:tcW w:w="3600" w:type="dxa"/>
            <w:vAlign w:val="center"/>
          </w:tcPr>
          <w:p w:rsidR="00945505" w:rsidRPr="00C23184" w:rsidRDefault="00945505" w:rsidP="00C23184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C23184">
              <w:rPr>
                <w:rFonts w:eastAsia="Arial Unicode MS"/>
                <w:bCs/>
                <w:sz w:val="22"/>
                <w:szCs w:val="22"/>
              </w:rPr>
              <w:t>Część zamówienia – zakres wykonywany  przez podwykonawcę</w:t>
            </w:r>
            <w:r w:rsidRPr="00C23184">
              <w:rPr>
                <w:rStyle w:val="FootnoteReference"/>
                <w:rFonts w:eastAsia="Arial Unicode MS"/>
                <w:bCs/>
                <w:sz w:val="22"/>
                <w:szCs w:val="22"/>
                <w:shd w:val="clear" w:color="auto" w:fill="FFFF00"/>
              </w:rPr>
              <w:footnoteReference w:id="2"/>
            </w:r>
          </w:p>
          <w:p w:rsidR="00945505" w:rsidRPr="00C23184" w:rsidRDefault="00945505" w:rsidP="00C23184">
            <w:pPr>
              <w:jc w:val="center"/>
              <w:rPr>
                <w:rFonts w:eastAsia="Arial Unicode MS"/>
                <w:bCs/>
                <w:i/>
                <w:sz w:val="16"/>
                <w:szCs w:val="16"/>
              </w:rPr>
            </w:pPr>
            <w:r w:rsidRPr="00C23184">
              <w:rPr>
                <w:rFonts w:eastAsia="Arial Unicode MS"/>
                <w:bCs/>
                <w:i/>
                <w:sz w:val="16"/>
                <w:szCs w:val="16"/>
              </w:rPr>
              <w:t>(w tym również wartość w zł lub % część zamówienia powierzona podwykonawcy)</w:t>
            </w:r>
          </w:p>
        </w:tc>
        <w:tc>
          <w:tcPr>
            <w:tcW w:w="2232" w:type="dxa"/>
            <w:vAlign w:val="center"/>
          </w:tcPr>
          <w:p w:rsidR="00945505" w:rsidRPr="00C23184" w:rsidRDefault="00945505" w:rsidP="00C23184">
            <w:pPr>
              <w:pStyle w:val="BodyTextIndent"/>
              <w:jc w:val="center"/>
              <w:rPr>
                <w:rFonts w:eastAsia="Arial Unicode MS"/>
                <w:sz w:val="22"/>
                <w:szCs w:val="22"/>
              </w:rPr>
            </w:pPr>
            <w:r w:rsidRPr="00C23184">
              <w:rPr>
                <w:rFonts w:eastAsia="Arial Unicode MS"/>
                <w:sz w:val="22"/>
                <w:szCs w:val="22"/>
              </w:rPr>
              <w:t>Uwagi</w:t>
            </w:r>
          </w:p>
        </w:tc>
      </w:tr>
      <w:tr w:rsidR="00945505" w:rsidRPr="007C0D82" w:rsidTr="00C23184">
        <w:trPr>
          <w:trHeight w:val="465"/>
        </w:trPr>
        <w:tc>
          <w:tcPr>
            <w:tcW w:w="648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  <w:tc>
          <w:tcPr>
            <w:tcW w:w="2232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</w:tr>
      <w:tr w:rsidR="00945505" w:rsidRPr="007C0D82" w:rsidTr="00C23184">
        <w:trPr>
          <w:trHeight w:val="461"/>
        </w:trPr>
        <w:tc>
          <w:tcPr>
            <w:tcW w:w="648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  <w:tc>
          <w:tcPr>
            <w:tcW w:w="2232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</w:tr>
      <w:tr w:rsidR="00945505" w:rsidRPr="007C0D82" w:rsidTr="00C23184">
        <w:trPr>
          <w:trHeight w:val="395"/>
        </w:trPr>
        <w:tc>
          <w:tcPr>
            <w:tcW w:w="648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  <w:tc>
          <w:tcPr>
            <w:tcW w:w="2232" w:type="dxa"/>
          </w:tcPr>
          <w:p w:rsidR="00945505" w:rsidRPr="00C23184" w:rsidRDefault="00945505" w:rsidP="006667C3">
            <w:pPr>
              <w:pStyle w:val="BodyTextIndent"/>
              <w:rPr>
                <w:sz w:val="22"/>
                <w:szCs w:val="22"/>
              </w:rPr>
            </w:pPr>
          </w:p>
        </w:tc>
      </w:tr>
    </w:tbl>
    <w:p w:rsidR="00945505" w:rsidRPr="007C0D82" w:rsidRDefault="00945505" w:rsidP="00F37FD3">
      <w:pPr>
        <w:pStyle w:val="BodyTextIndent"/>
        <w:ind w:left="360"/>
        <w:rPr>
          <w:color w:val="FF0000"/>
          <w:sz w:val="22"/>
          <w:szCs w:val="22"/>
        </w:rPr>
      </w:pPr>
      <w:r w:rsidRPr="007C0D82">
        <w:rPr>
          <w:b/>
          <w:bCs/>
          <w:i/>
          <w:iCs/>
          <w:color w:val="FF0000"/>
          <w:sz w:val="22"/>
          <w:szCs w:val="22"/>
        </w:rPr>
        <w:t>* niepotrzebne skreślić, powielić w razie konieczności</w:t>
      </w:r>
    </w:p>
    <w:p w:rsidR="00945505" w:rsidRDefault="00945505" w:rsidP="00F37FD3">
      <w:pPr>
        <w:pStyle w:val="BodyTextIndent"/>
        <w:numPr>
          <w:ilvl w:val="0"/>
          <w:numId w:val="2"/>
        </w:numPr>
      </w:pPr>
      <w:r>
        <w:t>Oświadczamy, iż posiadamy środki finansowe wystarczające do realizacji zamówienia bez uwzględniania zobowiązań z tytułu realizacji innych zamówień.</w:t>
      </w:r>
    </w:p>
    <w:p w:rsidR="00945505" w:rsidRPr="00660957" w:rsidRDefault="00945505" w:rsidP="00F37FD3">
      <w:pPr>
        <w:pStyle w:val="BodyTextIndent"/>
        <w:numPr>
          <w:ilvl w:val="0"/>
          <w:numId w:val="2"/>
        </w:numPr>
        <w:rPr>
          <w:bCs/>
        </w:rPr>
      </w:pPr>
      <w:r w:rsidRPr="00660957">
        <w:rPr>
          <w:bCs/>
        </w:rPr>
        <w:t xml:space="preserve">Oświadczamy, że w ciągu ostatnich </w:t>
      </w:r>
      <w:r>
        <w:rPr>
          <w:bCs/>
        </w:rPr>
        <w:t>5</w:t>
      </w:r>
      <w:r w:rsidRPr="00660957">
        <w:rPr>
          <w:bCs/>
        </w:rPr>
        <w:t xml:space="preserve"> lat przed </w:t>
      </w:r>
      <w:r>
        <w:rPr>
          <w:bCs/>
        </w:rPr>
        <w:t>upływem terminu składania ofert</w:t>
      </w:r>
      <w:r w:rsidRPr="00660957">
        <w:rPr>
          <w:bCs/>
        </w:rPr>
        <w:t xml:space="preserve"> wykonaliśmy wszystkie zamówienia z należytą starannością.</w:t>
      </w:r>
    </w:p>
    <w:p w:rsidR="00945505" w:rsidRDefault="00945505" w:rsidP="00F37FD3">
      <w:pPr>
        <w:pStyle w:val="BodyTextIndent"/>
        <w:numPr>
          <w:ilvl w:val="0"/>
          <w:numId w:val="2"/>
        </w:numPr>
      </w:pPr>
      <w:r>
        <w:t>Oświadczamy, że w stosunku do naszej firmy nie wszczęto postępowania upadłościowego, ani też nie ogłoszono upadłości.</w:t>
      </w:r>
    </w:p>
    <w:p w:rsidR="00945505" w:rsidRDefault="00945505" w:rsidP="00F37FD3">
      <w:pPr>
        <w:pStyle w:val="BodyTextIndent"/>
        <w:numPr>
          <w:ilvl w:val="0"/>
          <w:numId w:val="2"/>
        </w:numPr>
      </w:pPr>
      <w:r>
        <w:t xml:space="preserve">Zobowiązujemy się na każde żądanie Zamawiającej niezwłocznie dostarczyć odpowiednie dokumenty potwierdzające prawdziwość każdej z kwestii zawartej </w:t>
      </w:r>
      <w:r>
        <w:br/>
        <w:t>w naszej ofercie.</w:t>
      </w:r>
    </w:p>
    <w:p w:rsidR="00945505" w:rsidRDefault="00945505" w:rsidP="00F37FD3">
      <w:pPr>
        <w:pStyle w:val="BodyTextIndent"/>
        <w:numPr>
          <w:ilvl w:val="0"/>
          <w:numId w:val="2"/>
        </w:numPr>
      </w:pPr>
      <w:r>
        <w:t xml:space="preserve">Oświadczamy, że zamieszczony w </w:t>
      </w:r>
      <w:r>
        <w:rPr>
          <w:i/>
          <w:iCs/>
        </w:rPr>
        <w:t>SIWZ</w:t>
      </w:r>
      <w:r>
        <w:t xml:space="preserve"> projekt umowy został przez nas zaakceptowany i zobowiązujemy się, w przypadku wyboru naszej oferty, do zawarcia umowy na warunkach w nim określonych w miejscu i terminie wyznaczonym przez Zamawiającą.</w:t>
      </w:r>
    </w:p>
    <w:p w:rsidR="00945505" w:rsidRDefault="00945505" w:rsidP="00F37FD3">
      <w:pPr>
        <w:pStyle w:val="BodyTextIndent"/>
        <w:numPr>
          <w:ilvl w:val="0"/>
          <w:numId w:val="2"/>
        </w:numPr>
      </w:pPr>
      <w:r>
        <w:rPr>
          <w:szCs w:val="24"/>
        </w:rPr>
        <w:t xml:space="preserve">W przypadku korzystania z mediów (energia i woda) zobowiązujemy się zamontować na własny koszt podlicznik poboru energii i wody, oraz wyrażamy zgodę na obciążenie nas kosztami zużytej energii i wody po wykonaniu umowy. Obciążenie nastąpi na podstawie wskazań podliczników jak i cen obowiązujących Zamawiającą </w:t>
      </w:r>
      <w:r>
        <w:rPr>
          <w:szCs w:val="24"/>
        </w:rPr>
        <w:br/>
        <w:t>w dniu odczytu końcowego.</w:t>
      </w:r>
    </w:p>
    <w:p w:rsidR="00945505" w:rsidRDefault="00945505" w:rsidP="00F37FD3">
      <w:pPr>
        <w:pStyle w:val="BodyTextIndent"/>
        <w:numPr>
          <w:ilvl w:val="0"/>
          <w:numId w:val="2"/>
        </w:numPr>
      </w:pPr>
      <w:r>
        <w:t xml:space="preserve">W przypadku wyboru naszej oferty jako najkorzystniejszej zobowiązujemy się przed podpisaniem umowy wpłacić kwotę stanowiącą </w:t>
      </w:r>
      <w:r>
        <w:rPr>
          <w:b/>
          <w:color w:val="000000"/>
        </w:rPr>
        <w:t>5</w:t>
      </w:r>
      <w:r w:rsidRPr="00974CCB">
        <w:rPr>
          <w:b/>
          <w:color w:val="000000"/>
        </w:rPr>
        <w:t>% ceny</w:t>
      </w:r>
      <w:r w:rsidRPr="00005D17">
        <w:rPr>
          <w:b/>
        </w:rPr>
        <w:t xml:space="preserve"> ofertowej brutto</w:t>
      </w:r>
      <w:r>
        <w:t xml:space="preserve"> stanowiącej zabezpieczenie należytego wykonania umowy w formie …………………………….. na zasadach określonych w </w:t>
      </w:r>
      <w:r>
        <w:rPr>
          <w:i/>
          <w:iCs/>
        </w:rPr>
        <w:t>SIWZ</w:t>
      </w:r>
      <w:r>
        <w:t xml:space="preserve"> </w:t>
      </w:r>
    </w:p>
    <w:p w:rsidR="00945505" w:rsidRDefault="00945505" w:rsidP="005A277F">
      <w:pPr>
        <w:pStyle w:val="BodyTextIndent"/>
        <w:numPr>
          <w:ilvl w:val="0"/>
          <w:numId w:val="2"/>
        </w:numPr>
      </w:pPr>
      <w:r>
        <w:t xml:space="preserve">Oświadczamy, iż w przypadku wyboru naszej oferty jako najkorzystniejszej, wraz </w:t>
      </w:r>
      <w:r>
        <w:br/>
        <w:t>z przedmiotem zamówienia dostarczymy pełny komplet dokumentów, o których mowa w siwz.</w:t>
      </w:r>
    </w:p>
    <w:p w:rsidR="00945505" w:rsidRPr="00960583" w:rsidRDefault="00945505" w:rsidP="00960583">
      <w:pPr>
        <w:pStyle w:val="BodyTextIndent"/>
        <w:numPr>
          <w:ilvl w:val="0"/>
          <w:numId w:val="2"/>
        </w:numPr>
      </w:pPr>
      <w:r w:rsidRPr="005A277F">
        <w:rPr>
          <w:rFonts w:ascii="Bookman Old Style" w:hAnsi="Bookman Old Style" w:cs="Arial"/>
          <w:sz w:val="22"/>
          <w:szCs w:val="22"/>
        </w:rPr>
        <w:t>Zobowiązujemy się do złożenia, przed podpisaniem</w:t>
      </w:r>
      <w:r>
        <w:rPr>
          <w:rFonts w:ascii="Bookman Old Style" w:hAnsi="Bookman Old Style" w:cs="Arial"/>
          <w:sz w:val="22"/>
          <w:szCs w:val="22"/>
        </w:rPr>
        <w:t xml:space="preserve"> umowy, kalkulacji szczegółowej (kosztorysu ofertowego)</w:t>
      </w:r>
      <w:r w:rsidRPr="005A277F">
        <w:rPr>
          <w:rFonts w:ascii="Bookman Old Style" w:hAnsi="Bookman Old Style" w:cs="Arial"/>
          <w:sz w:val="22"/>
          <w:szCs w:val="22"/>
        </w:rPr>
        <w:t>. Wartość kalkulacji szczegółowej odpowiadać będzie całkowitej cenie ofertowej zawartej w niniejszym formularzu ofertowym.</w:t>
      </w:r>
    </w:p>
    <w:p w:rsidR="00945505" w:rsidRPr="00960583" w:rsidRDefault="00945505" w:rsidP="00960583">
      <w:pPr>
        <w:pStyle w:val="BodyTextIndent"/>
        <w:numPr>
          <w:ilvl w:val="0"/>
          <w:numId w:val="2"/>
        </w:numPr>
      </w:pPr>
      <w:bookmarkStart w:id="0" w:name="_GoBack"/>
      <w:bookmarkEnd w:id="0"/>
      <w:r w:rsidRPr="00960583">
        <w:rPr>
          <w:b/>
          <w:szCs w:val="24"/>
        </w:rPr>
        <w:t>Oświadczamy</w:t>
      </w:r>
      <w:r w:rsidRPr="005A277F">
        <w:rPr>
          <w:szCs w:val="24"/>
        </w:rPr>
        <w:t>, że zamówienie w niniejszym postępowaniu zamierzamy wykonać:</w:t>
      </w:r>
    </w:p>
    <w:p w:rsidR="00945505" w:rsidRPr="00A13D7B" w:rsidRDefault="00945505" w:rsidP="00960583">
      <w:pPr>
        <w:pStyle w:val="ListParagraph"/>
        <w:numPr>
          <w:ilvl w:val="0"/>
          <w:numId w:val="4"/>
        </w:numPr>
        <w:spacing w:line="276" w:lineRule="auto"/>
        <w:ind w:left="1134" w:hanging="425"/>
        <w:jc w:val="both"/>
      </w:pPr>
      <w:r w:rsidRPr="00A13D7B">
        <w:t>*</w:t>
      </w:r>
      <w:r w:rsidRPr="00A13D7B">
        <w:rPr>
          <w:u w:val="single"/>
        </w:rPr>
        <w:t>BEZ stosowania</w:t>
      </w:r>
      <w:r w:rsidRPr="00A13D7B">
        <w:t xml:space="preserve"> rozwiązań RÓWNOWAŻNYCH;</w:t>
      </w:r>
    </w:p>
    <w:p w:rsidR="00945505" w:rsidRPr="00A13D7B" w:rsidRDefault="00945505" w:rsidP="00960583">
      <w:pPr>
        <w:pStyle w:val="ListParagraph"/>
        <w:numPr>
          <w:ilvl w:val="0"/>
          <w:numId w:val="4"/>
        </w:numPr>
        <w:spacing w:line="276" w:lineRule="auto"/>
        <w:ind w:left="1134" w:hanging="425"/>
        <w:jc w:val="both"/>
      </w:pPr>
      <w:r w:rsidRPr="00A13D7B">
        <w:t>*</w:t>
      </w:r>
      <w:r w:rsidRPr="00A13D7B">
        <w:rPr>
          <w:u w:val="single"/>
        </w:rPr>
        <w:t>Z zastosowaniem</w:t>
      </w:r>
      <w:r w:rsidRPr="00A13D7B">
        <w:t xml:space="preserve"> rozwiązań RÓWNOWAŻNYCH. Dokumenty dowodzące oraz potwierdzające, że oferowane rozwiązanie/rozwiązania jest/są RÓWNOWAŻNE do rozwiązania/rozwiązań określonych w</w:t>
      </w:r>
      <w:r w:rsidRPr="00A13D7B">
        <w:rPr>
          <w:i/>
        </w:rPr>
        <w:t xml:space="preserve"> „Opisie przedmiotu zamówienia”,</w:t>
      </w:r>
      <w:r w:rsidRPr="00A13D7B">
        <w:t xml:space="preserve"> stanowiącym załącznik nr 1 do SIWZ w niniejszym postępowaniu, stanowią załączniki do oferty. Są to:</w:t>
      </w:r>
    </w:p>
    <w:p w:rsidR="00945505" w:rsidRPr="00A13D7B" w:rsidRDefault="00945505" w:rsidP="005A277F">
      <w:pPr>
        <w:pStyle w:val="ListParagraph"/>
        <w:numPr>
          <w:ilvl w:val="0"/>
          <w:numId w:val="5"/>
        </w:numPr>
        <w:spacing w:line="276" w:lineRule="auto"/>
        <w:ind w:firstLine="131"/>
      </w:pPr>
      <w:r w:rsidRPr="00A13D7B">
        <w:t>załącznik nr ______ - ____________________________________________ ,</w:t>
      </w:r>
    </w:p>
    <w:p w:rsidR="00945505" w:rsidRPr="00A13D7B" w:rsidRDefault="00945505" w:rsidP="005A277F">
      <w:pPr>
        <w:pStyle w:val="ListParagraph"/>
        <w:numPr>
          <w:ilvl w:val="0"/>
          <w:numId w:val="5"/>
        </w:numPr>
        <w:spacing w:line="276" w:lineRule="auto"/>
        <w:ind w:firstLine="131"/>
      </w:pPr>
      <w:r w:rsidRPr="00A13D7B">
        <w:t>załącznik nr ______ - ____________________________________________ ,</w:t>
      </w:r>
    </w:p>
    <w:p w:rsidR="00945505" w:rsidRPr="00A13D7B" w:rsidRDefault="00945505" w:rsidP="005A277F">
      <w:pPr>
        <w:pStyle w:val="ListParagraph"/>
        <w:numPr>
          <w:ilvl w:val="0"/>
          <w:numId w:val="5"/>
        </w:numPr>
        <w:spacing w:line="276" w:lineRule="auto"/>
        <w:ind w:firstLine="131"/>
      </w:pPr>
      <w:r w:rsidRPr="00A13D7B">
        <w:t>załącznik nr ______ - ____________________________________________ ,</w:t>
      </w:r>
    </w:p>
    <w:p w:rsidR="00945505" w:rsidRPr="00A13D7B" w:rsidRDefault="00945505" w:rsidP="005A277F">
      <w:pPr>
        <w:pStyle w:val="ListParagraph"/>
        <w:numPr>
          <w:ilvl w:val="0"/>
          <w:numId w:val="5"/>
        </w:numPr>
        <w:spacing w:line="276" w:lineRule="auto"/>
        <w:ind w:firstLine="131"/>
      </w:pPr>
      <w:r w:rsidRPr="00A13D7B">
        <w:t>załącznik nr ______ - ____________________________________________ ,</w:t>
      </w:r>
    </w:p>
    <w:p w:rsidR="00945505" w:rsidRPr="00A13D7B" w:rsidRDefault="00945505" w:rsidP="005A277F">
      <w:pPr>
        <w:spacing w:line="276" w:lineRule="auto"/>
        <w:ind w:left="851" w:hanging="284"/>
      </w:pPr>
      <w:r w:rsidRPr="00A13D7B">
        <w:t xml:space="preserve">Rozwiązania RÓWNOWAŻNE zastosowane zostaną w nw. zakresie: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"/>
        <w:gridCol w:w="2917"/>
        <w:gridCol w:w="2847"/>
        <w:gridCol w:w="2930"/>
      </w:tblGrid>
      <w:tr w:rsidR="00945505" w:rsidRPr="00A13D7B" w:rsidTr="006667C3">
        <w:tc>
          <w:tcPr>
            <w:tcW w:w="612" w:type="dxa"/>
            <w:shd w:val="clear" w:color="auto" w:fill="D9D9D9"/>
            <w:vAlign w:val="center"/>
          </w:tcPr>
          <w:p w:rsidR="00945505" w:rsidRPr="00A13D7B" w:rsidRDefault="00945505" w:rsidP="006667C3">
            <w:pPr>
              <w:rPr>
                <w:i/>
                <w:sz w:val="20"/>
                <w:szCs w:val="20"/>
              </w:rPr>
            </w:pPr>
            <w:r w:rsidRPr="00A13D7B">
              <w:rPr>
                <w:i/>
                <w:sz w:val="20"/>
                <w:szCs w:val="20"/>
              </w:rPr>
              <w:t xml:space="preserve">L.p. </w:t>
            </w:r>
          </w:p>
        </w:tc>
        <w:tc>
          <w:tcPr>
            <w:tcW w:w="3354" w:type="dxa"/>
            <w:shd w:val="clear" w:color="auto" w:fill="D9D9D9"/>
            <w:vAlign w:val="center"/>
          </w:tcPr>
          <w:p w:rsidR="00945505" w:rsidRPr="00A13D7B" w:rsidRDefault="00945505" w:rsidP="006667C3">
            <w:pPr>
              <w:jc w:val="center"/>
              <w:rPr>
                <w:i/>
                <w:sz w:val="20"/>
                <w:szCs w:val="20"/>
              </w:rPr>
            </w:pPr>
            <w:r w:rsidRPr="00A13D7B">
              <w:rPr>
                <w:i/>
                <w:sz w:val="20"/>
                <w:szCs w:val="20"/>
              </w:rPr>
              <w:t>Zakres/element zamówienia, w przypadku którego zastosujemy rozwiązanie RÓWNOWAŻNE</w:t>
            </w:r>
          </w:p>
        </w:tc>
        <w:tc>
          <w:tcPr>
            <w:tcW w:w="3355" w:type="dxa"/>
            <w:shd w:val="clear" w:color="auto" w:fill="D9D9D9"/>
            <w:vAlign w:val="center"/>
          </w:tcPr>
          <w:p w:rsidR="00945505" w:rsidRPr="00A13D7B" w:rsidRDefault="00945505" w:rsidP="006667C3">
            <w:pPr>
              <w:jc w:val="center"/>
              <w:rPr>
                <w:i/>
                <w:sz w:val="20"/>
                <w:szCs w:val="20"/>
              </w:rPr>
            </w:pPr>
            <w:r w:rsidRPr="00A13D7B">
              <w:rPr>
                <w:i/>
                <w:sz w:val="20"/>
                <w:szCs w:val="20"/>
              </w:rPr>
              <w:t>Rozwiązanie wg dokumentacji projektowej</w:t>
            </w:r>
          </w:p>
        </w:tc>
        <w:tc>
          <w:tcPr>
            <w:tcW w:w="3355" w:type="dxa"/>
            <w:shd w:val="clear" w:color="auto" w:fill="D9D9D9"/>
            <w:vAlign w:val="center"/>
          </w:tcPr>
          <w:p w:rsidR="00945505" w:rsidRPr="00A13D7B" w:rsidRDefault="00945505" w:rsidP="006667C3">
            <w:pPr>
              <w:jc w:val="center"/>
              <w:rPr>
                <w:i/>
                <w:sz w:val="20"/>
                <w:szCs w:val="20"/>
              </w:rPr>
            </w:pPr>
            <w:r w:rsidRPr="00A13D7B">
              <w:rPr>
                <w:i/>
                <w:sz w:val="20"/>
                <w:szCs w:val="20"/>
              </w:rPr>
              <w:t>Rozwiązanie RÓWNOWAŻNE, oferowane przez Wykonawcę</w:t>
            </w:r>
          </w:p>
        </w:tc>
      </w:tr>
      <w:tr w:rsidR="00945505" w:rsidRPr="00A13D7B" w:rsidTr="006667C3">
        <w:trPr>
          <w:trHeight w:val="248"/>
        </w:trPr>
        <w:tc>
          <w:tcPr>
            <w:tcW w:w="612" w:type="dxa"/>
            <w:shd w:val="clear" w:color="auto" w:fill="D9D9D9"/>
            <w:vAlign w:val="center"/>
          </w:tcPr>
          <w:p w:rsidR="00945505" w:rsidRPr="00A13D7B" w:rsidRDefault="00945505" w:rsidP="006667C3">
            <w:pPr>
              <w:jc w:val="center"/>
              <w:rPr>
                <w:i/>
                <w:sz w:val="20"/>
                <w:szCs w:val="20"/>
              </w:rPr>
            </w:pPr>
            <w:r w:rsidRPr="00A13D7B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3354" w:type="dxa"/>
          </w:tcPr>
          <w:p w:rsidR="00945505" w:rsidRPr="00A13D7B" w:rsidRDefault="00945505" w:rsidP="006667C3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  <w:tc>
          <w:tcPr>
            <w:tcW w:w="3355" w:type="dxa"/>
          </w:tcPr>
          <w:p w:rsidR="00945505" w:rsidRPr="00A13D7B" w:rsidRDefault="00945505" w:rsidP="006667C3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  <w:tc>
          <w:tcPr>
            <w:tcW w:w="3355" w:type="dxa"/>
          </w:tcPr>
          <w:p w:rsidR="00945505" w:rsidRPr="00A13D7B" w:rsidRDefault="00945505" w:rsidP="006667C3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</w:tr>
      <w:tr w:rsidR="00945505" w:rsidRPr="00A13D7B" w:rsidTr="006667C3">
        <w:tc>
          <w:tcPr>
            <w:tcW w:w="612" w:type="dxa"/>
            <w:shd w:val="clear" w:color="auto" w:fill="D9D9D9"/>
            <w:vAlign w:val="center"/>
          </w:tcPr>
          <w:p w:rsidR="00945505" w:rsidRPr="00A13D7B" w:rsidRDefault="00945505" w:rsidP="006667C3">
            <w:pPr>
              <w:jc w:val="center"/>
              <w:rPr>
                <w:i/>
                <w:sz w:val="20"/>
                <w:szCs w:val="20"/>
              </w:rPr>
            </w:pPr>
            <w:r w:rsidRPr="00A13D7B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3354" w:type="dxa"/>
          </w:tcPr>
          <w:p w:rsidR="00945505" w:rsidRPr="00A13D7B" w:rsidRDefault="00945505" w:rsidP="006667C3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  <w:tc>
          <w:tcPr>
            <w:tcW w:w="3355" w:type="dxa"/>
          </w:tcPr>
          <w:p w:rsidR="00945505" w:rsidRPr="00A13D7B" w:rsidRDefault="00945505" w:rsidP="006667C3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  <w:tc>
          <w:tcPr>
            <w:tcW w:w="3355" w:type="dxa"/>
          </w:tcPr>
          <w:p w:rsidR="00945505" w:rsidRPr="00A13D7B" w:rsidRDefault="00945505" w:rsidP="006667C3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</w:tr>
      <w:tr w:rsidR="00945505" w:rsidRPr="00A13D7B" w:rsidTr="006667C3">
        <w:tc>
          <w:tcPr>
            <w:tcW w:w="612" w:type="dxa"/>
            <w:shd w:val="clear" w:color="auto" w:fill="D9D9D9"/>
            <w:vAlign w:val="center"/>
          </w:tcPr>
          <w:p w:rsidR="00945505" w:rsidRPr="00A13D7B" w:rsidRDefault="00945505" w:rsidP="006667C3">
            <w:pPr>
              <w:jc w:val="center"/>
              <w:rPr>
                <w:i/>
                <w:sz w:val="20"/>
                <w:szCs w:val="20"/>
              </w:rPr>
            </w:pPr>
            <w:r w:rsidRPr="00A13D7B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3354" w:type="dxa"/>
          </w:tcPr>
          <w:p w:rsidR="00945505" w:rsidRPr="00A13D7B" w:rsidRDefault="00945505" w:rsidP="006667C3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  <w:tc>
          <w:tcPr>
            <w:tcW w:w="3355" w:type="dxa"/>
          </w:tcPr>
          <w:p w:rsidR="00945505" w:rsidRPr="00A13D7B" w:rsidRDefault="00945505" w:rsidP="006667C3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  <w:tc>
          <w:tcPr>
            <w:tcW w:w="3355" w:type="dxa"/>
          </w:tcPr>
          <w:p w:rsidR="00945505" w:rsidRPr="00A13D7B" w:rsidRDefault="00945505" w:rsidP="006667C3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</w:tr>
    </w:tbl>
    <w:p w:rsidR="00945505" w:rsidRPr="00A13D7B" w:rsidRDefault="00945505" w:rsidP="005A277F">
      <w:pPr>
        <w:rPr>
          <w:i/>
        </w:rPr>
      </w:pPr>
      <w:r w:rsidRPr="00A13D7B">
        <w:rPr>
          <w:i/>
        </w:rPr>
        <w:t xml:space="preserve">* niepotrzebne skreślić; </w:t>
      </w:r>
    </w:p>
    <w:p w:rsidR="00945505" w:rsidRPr="005A277F" w:rsidRDefault="00945505" w:rsidP="005A277F">
      <w:pPr>
        <w:pStyle w:val="BodyTextIndent"/>
        <w:ind w:left="720" w:firstLine="0"/>
        <w:rPr>
          <w:szCs w:val="24"/>
        </w:rPr>
      </w:pPr>
    </w:p>
    <w:p w:rsidR="00945505" w:rsidRPr="00CC134E" w:rsidRDefault="00945505" w:rsidP="00F37FD3">
      <w:pPr>
        <w:pStyle w:val="BodyTextIndent"/>
        <w:numPr>
          <w:ilvl w:val="0"/>
          <w:numId w:val="2"/>
        </w:numPr>
      </w:pPr>
      <w:r w:rsidRPr="0060669B">
        <w:rPr>
          <w:szCs w:val="24"/>
        </w:rPr>
        <w:t xml:space="preserve">W przypadku wyboru naszej oferty jako najkorzystniejszej na </w:t>
      </w:r>
      <w:r>
        <w:rPr>
          <w:bCs/>
        </w:rPr>
        <w:t>osobę odpowiedzialną za nadzór nad realizację wykonywanych robót</w:t>
      </w:r>
      <w:r>
        <w:rPr>
          <w:szCs w:val="24"/>
        </w:rPr>
        <w:t xml:space="preserve"> zostanie wyznaczony/a:</w:t>
      </w:r>
    </w:p>
    <w:p w:rsidR="00945505" w:rsidRPr="004A76FA" w:rsidRDefault="00945505" w:rsidP="00F37FD3">
      <w:pPr>
        <w:pStyle w:val="BodyTextIndent"/>
        <w:ind w:left="360" w:firstLine="0"/>
      </w:pPr>
      <w:r>
        <w:rPr>
          <w:szCs w:val="24"/>
        </w:rPr>
        <w:t xml:space="preserve">      pan/i</w:t>
      </w:r>
      <w:r w:rsidRPr="0060669B">
        <w:rPr>
          <w:szCs w:val="24"/>
        </w:rPr>
        <w:t>................................... z uprawnieniami nr ......</w:t>
      </w:r>
      <w:r>
        <w:rPr>
          <w:szCs w:val="24"/>
        </w:rPr>
        <w:t>.....</w:t>
      </w:r>
      <w:r w:rsidRPr="0060669B">
        <w:rPr>
          <w:szCs w:val="24"/>
        </w:rPr>
        <w:t>..........................</w:t>
      </w:r>
    </w:p>
    <w:p w:rsidR="00945505" w:rsidRDefault="00945505" w:rsidP="00F37FD3">
      <w:pPr>
        <w:pStyle w:val="BodyTextIndent"/>
        <w:ind w:left="360" w:firstLine="0"/>
      </w:pPr>
      <w:r>
        <w:t xml:space="preserve">      Podajemy dane kontaktowe: </w:t>
      </w: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4212"/>
      </w:tblGrid>
      <w:tr w:rsidR="00945505" w:rsidTr="00C23184">
        <w:tc>
          <w:tcPr>
            <w:tcW w:w="1728" w:type="dxa"/>
          </w:tcPr>
          <w:p w:rsidR="00945505" w:rsidRDefault="00945505" w:rsidP="00C23184">
            <w:pPr>
              <w:pStyle w:val="BodyTextIndent"/>
              <w:ind w:firstLine="0"/>
              <w:jc w:val="center"/>
            </w:pPr>
            <w:r>
              <w:t>nr. telefonu</w:t>
            </w:r>
          </w:p>
        </w:tc>
        <w:tc>
          <w:tcPr>
            <w:tcW w:w="4212" w:type="dxa"/>
          </w:tcPr>
          <w:p w:rsidR="00945505" w:rsidRDefault="00945505" w:rsidP="00C23184">
            <w:pPr>
              <w:pStyle w:val="BodyTextIndent"/>
              <w:ind w:firstLine="0"/>
              <w:jc w:val="center"/>
            </w:pPr>
          </w:p>
        </w:tc>
      </w:tr>
      <w:tr w:rsidR="00945505" w:rsidTr="00C23184">
        <w:tc>
          <w:tcPr>
            <w:tcW w:w="1728" w:type="dxa"/>
          </w:tcPr>
          <w:p w:rsidR="00945505" w:rsidRDefault="00945505" w:rsidP="00C23184">
            <w:pPr>
              <w:pStyle w:val="BodyTextIndent"/>
              <w:ind w:firstLine="0"/>
              <w:jc w:val="center"/>
            </w:pPr>
            <w:r>
              <w:t>nr. faksu</w:t>
            </w:r>
          </w:p>
        </w:tc>
        <w:tc>
          <w:tcPr>
            <w:tcW w:w="4212" w:type="dxa"/>
          </w:tcPr>
          <w:p w:rsidR="00945505" w:rsidRDefault="00945505" w:rsidP="00C23184">
            <w:pPr>
              <w:pStyle w:val="BodyTextIndent"/>
              <w:ind w:firstLine="0"/>
            </w:pPr>
          </w:p>
        </w:tc>
      </w:tr>
      <w:tr w:rsidR="00945505" w:rsidTr="00C23184">
        <w:tc>
          <w:tcPr>
            <w:tcW w:w="1728" w:type="dxa"/>
          </w:tcPr>
          <w:p w:rsidR="00945505" w:rsidRDefault="00945505" w:rsidP="00C23184">
            <w:pPr>
              <w:pStyle w:val="BodyTextIndent"/>
              <w:ind w:firstLine="0"/>
              <w:jc w:val="center"/>
            </w:pPr>
            <w:r>
              <w:t>adres e-mail</w:t>
            </w:r>
          </w:p>
        </w:tc>
        <w:tc>
          <w:tcPr>
            <w:tcW w:w="4212" w:type="dxa"/>
          </w:tcPr>
          <w:p w:rsidR="00945505" w:rsidRDefault="00945505" w:rsidP="00C23184">
            <w:pPr>
              <w:pStyle w:val="BodyTextIndent"/>
              <w:ind w:firstLine="0"/>
            </w:pPr>
          </w:p>
        </w:tc>
      </w:tr>
    </w:tbl>
    <w:p w:rsidR="00945505" w:rsidRDefault="00945505" w:rsidP="00F37FD3">
      <w:pPr>
        <w:pStyle w:val="BodyTextIndent"/>
        <w:numPr>
          <w:ilvl w:val="0"/>
          <w:numId w:val="2"/>
        </w:numPr>
        <w:jc w:val="left"/>
      </w:pPr>
      <w:r>
        <w:t xml:space="preserve">W przypadku wyboru naszej oferty jako najkorzystniejszej osobą / osobami reprezentującymi firmę podczas podpisania umowy będą: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50"/>
      </w:tblGrid>
      <w:tr w:rsidR="00945505" w:rsidTr="006667C3">
        <w:tc>
          <w:tcPr>
            <w:tcW w:w="9210" w:type="dxa"/>
          </w:tcPr>
          <w:p w:rsidR="00945505" w:rsidRDefault="00945505" w:rsidP="006667C3">
            <w:pPr>
              <w:pStyle w:val="BodyTextIndent"/>
              <w:spacing w:line="360" w:lineRule="auto"/>
              <w:jc w:val="left"/>
            </w:pPr>
          </w:p>
        </w:tc>
      </w:tr>
      <w:tr w:rsidR="00945505" w:rsidTr="006667C3">
        <w:tc>
          <w:tcPr>
            <w:tcW w:w="9210" w:type="dxa"/>
          </w:tcPr>
          <w:p w:rsidR="00945505" w:rsidRDefault="00945505" w:rsidP="006667C3">
            <w:pPr>
              <w:pStyle w:val="BodyTextIndent"/>
              <w:spacing w:line="360" w:lineRule="auto"/>
              <w:jc w:val="left"/>
            </w:pPr>
          </w:p>
        </w:tc>
      </w:tr>
    </w:tbl>
    <w:p w:rsidR="00945505" w:rsidRDefault="00945505" w:rsidP="00F37FD3">
      <w:pPr>
        <w:pStyle w:val="BodyTextIndent"/>
        <w:numPr>
          <w:ilvl w:val="0"/>
          <w:numId w:val="2"/>
        </w:numPr>
        <w:spacing w:line="360" w:lineRule="auto"/>
        <w:jc w:val="left"/>
      </w:pPr>
      <w:r>
        <w:t>Załącznikami do niniejszej oferty są:</w:t>
      </w:r>
    </w:p>
    <w:tbl>
      <w:tblPr>
        <w:tblW w:w="90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0"/>
        <w:gridCol w:w="6660"/>
        <w:gridCol w:w="1260"/>
      </w:tblGrid>
      <w:tr w:rsidR="00945505" w:rsidTr="006667C3">
        <w:tc>
          <w:tcPr>
            <w:tcW w:w="1080" w:type="dxa"/>
            <w:vAlign w:val="center"/>
          </w:tcPr>
          <w:p w:rsidR="00945505" w:rsidRDefault="00945505" w:rsidP="006667C3">
            <w:pPr>
              <w:pStyle w:val="BodyTextIndent"/>
              <w:jc w:val="center"/>
              <w:rPr>
                <w:sz w:val="20"/>
              </w:rPr>
            </w:pPr>
            <w:r>
              <w:rPr>
                <w:sz w:val="20"/>
              </w:rPr>
              <w:t>Nr załącznika</w:t>
            </w:r>
          </w:p>
        </w:tc>
        <w:tc>
          <w:tcPr>
            <w:tcW w:w="6660" w:type="dxa"/>
            <w:vAlign w:val="center"/>
          </w:tcPr>
          <w:p w:rsidR="00945505" w:rsidRDefault="00945505" w:rsidP="006667C3">
            <w:pPr>
              <w:pStyle w:val="BodyTextIndent"/>
              <w:spacing w:line="36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Opis załącznika (tytuł/nazwa/co zawiera), </w:t>
            </w:r>
          </w:p>
        </w:tc>
        <w:tc>
          <w:tcPr>
            <w:tcW w:w="1260" w:type="dxa"/>
            <w:vAlign w:val="center"/>
          </w:tcPr>
          <w:p w:rsidR="00945505" w:rsidRDefault="00945505" w:rsidP="006667C3">
            <w:pPr>
              <w:pStyle w:val="BodyTextIndent"/>
              <w:ind w:left="110" w:hanging="110"/>
              <w:jc w:val="center"/>
              <w:rPr>
                <w:sz w:val="20"/>
              </w:rPr>
            </w:pPr>
            <w:r>
              <w:rPr>
                <w:sz w:val="20"/>
              </w:rPr>
              <w:t>Nr strony</w:t>
            </w:r>
          </w:p>
          <w:p w:rsidR="00945505" w:rsidRDefault="00945505" w:rsidP="006667C3">
            <w:pPr>
              <w:pStyle w:val="BodyTextIndent"/>
              <w:ind w:left="110" w:hanging="11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od-do</w:t>
            </w:r>
          </w:p>
        </w:tc>
      </w:tr>
      <w:tr w:rsidR="00945505" w:rsidTr="006667C3">
        <w:trPr>
          <w:trHeight w:hRule="exact" w:val="454"/>
        </w:trPr>
        <w:tc>
          <w:tcPr>
            <w:tcW w:w="108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  <w:tc>
          <w:tcPr>
            <w:tcW w:w="6660" w:type="dxa"/>
          </w:tcPr>
          <w:p w:rsidR="00945505" w:rsidRDefault="00945505" w:rsidP="006667C3">
            <w:pPr>
              <w:pStyle w:val="BodyTextIndent"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6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</w:tr>
      <w:tr w:rsidR="00945505" w:rsidTr="006667C3">
        <w:trPr>
          <w:trHeight w:hRule="exact" w:val="454"/>
        </w:trPr>
        <w:tc>
          <w:tcPr>
            <w:tcW w:w="108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  <w:tc>
          <w:tcPr>
            <w:tcW w:w="6660" w:type="dxa"/>
          </w:tcPr>
          <w:p w:rsidR="00945505" w:rsidRDefault="00945505" w:rsidP="006667C3">
            <w:pPr>
              <w:pStyle w:val="BodyTextIndent"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6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</w:tr>
      <w:tr w:rsidR="00945505" w:rsidTr="006667C3">
        <w:trPr>
          <w:trHeight w:hRule="exact" w:val="454"/>
        </w:trPr>
        <w:tc>
          <w:tcPr>
            <w:tcW w:w="108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  <w:tc>
          <w:tcPr>
            <w:tcW w:w="6660" w:type="dxa"/>
          </w:tcPr>
          <w:p w:rsidR="00945505" w:rsidRDefault="00945505" w:rsidP="006667C3">
            <w:pPr>
              <w:pStyle w:val="BodyTextIndent"/>
              <w:ind w:firstLine="0"/>
              <w:jc w:val="left"/>
              <w:rPr>
                <w:sz w:val="20"/>
              </w:rPr>
            </w:pPr>
          </w:p>
        </w:tc>
        <w:tc>
          <w:tcPr>
            <w:tcW w:w="126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</w:tr>
      <w:tr w:rsidR="00945505" w:rsidTr="006667C3">
        <w:trPr>
          <w:trHeight w:hRule="exact" w:val="454"/>
        </w:trPr>
        <w:tc>
          <w:tcPr>
            <w:tcW w:w="108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  <w:tc>
          <w:tcPr>
            <w:tcW w:w="666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  <w:tc>
          <w:tcPr>
            <w:tcW w:w="126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</w:tr>
      <w:tr w:rsidR="00945505" w:rsidTr="006667C3">
        <w:trPr>
          <w:trHeight w:hRule="exact" w:val="454"/>
        </w:trPr>
        <w:tc>
          <w:tcPr>
            <w:tcW w:w="108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  <w:tc>
          <w:tcPr>
            <w:tcW w:w="666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  <w:tc>
          <w:tcPr>
            <w:tcW w:w="126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</w:tr>
      <w:tr w:rsidR="00945505" w:rsidTr="006667C3">
        <w:trPr>
          <w:trHeight w:hRule="exact" w:val="454"/>
        </w:trPr>
        <w:tc>
          <w:tcPr>
            <w:tcW w:w="108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  <w:tc>
          <w:tcPr>
            <w:tcW w:w="666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  <w:tc>
          <w:tcPr>
            <w:tcW w:w="1260" w:type="dxa"/>
          </w:tcPr>
          <w:p w:rsidR="00945505" w:rsidRDefault="00945505" w:rsidP="006667C3">
            <w:pPr>
              <w:pStyle w:val="BodyTextIndent"/>
              <w:jc w:val="left"/>
            </w:pPr>
          </w:p>
        </w:tc>
      </w:tr>
    </w:tbl>
    <w:p w:rsidR="00945505" w:rsidRDefault="00945505" w:rsidP="00F37FD3">
      <w:pPr>
        <w:pStyle w:val="BodyTextIndent"/>
        <w:tabs>
          <w:tab w:val="left" w:pos="180"/>
        </w:tabs>
        <w:ind w:firstLine="0"/>
        <w:jc w:val="left"/>
      </w:pPr>
    </w:p>
    <w:p w:rsidR="00945505" w:rsidRDefault="00945505"/>
    <w:sectPr w:rsidR="00945505" w:rsidSect="003B5031">
      <w:headerReference w:type="default" r:id="rId7"/>
      <w:footerReference w:type="even" r:id="rId8"/>
      <w:footerReference w:type="default" r:id="rId9"/>
      <w:pgSz w:w="11906" w:h="16838"/>
      <w:pgMar w:top="1304" w:right="1418" w:bottom="181" w:left="1418" w:header="709" w:footer="9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505" w:rsidRDefault="00945505" w:rsidP="00F37FD3">
      <w:r>
        <w:separator/>
      </w:r>
    </w:p>
  </w:endnote>
  <w:endnote w:type="continuationSeparator" w:id="0">
    <w:p w:rsidR="00945505" w:rsidRDefault="00945505" w:rsidP="00F37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505" w:rsidRDefault="0094550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5505" w:rsidRDefault="009455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505" w:rsidRDefault="00945505">
    <w:pPr>
      <w:pStyle w:val="Footer"/>
      <w:jc w:val="right"/>
    </w:pPr>
  </w:p>
  <w:p w:rsidR="00945505" w:rsidRDefault="00945505">
    <w:pPr>
      <w:pStyle w:val="Footer"/>
      <w:jc w:val="right"/>
    </w:pPr>
  </w:p>
  <w:p w:rsidR="00945505" w:rsidRDefault="00945505">
    <w:pPr>
      <w:pStyle w:val="Footer"/>
      <w:jc w:val="right"/>
    </w:pPr>
    <w:r>
      <w:t>____________________________</w:t>
    </w:r>
  </w:p>
  <w:p w:rsidR="00945505" w:rsidRDefault="00945505">
    <w:pPr>
      <w:pStyle w:val="Footer"/>
      <w:jc w:val="right"/>
      <w:rPr>
        <w:sz w:val="16"/>
      </w:rPr>
    </w:pPr>
  </w:p>
  <w:p w:rsidR="00945505" w:rsidRDefault="00945505">
    <w:pPr>
      <w:pStyle w:val="Footer"/>
      <w:jc w:val="right"/>
      <w:rPr>
        <w:sz w:val="16"/>
      </w:rPr>
    </w:pPr>
    <w:r>
      <w:rPr>
        <w:sz w:val="16"/>
      </w:rPr>
      <w:t xml:space="preserve">Pieczęć oraz podpis osoby / osób uprawnionych </w:t>
    </w:r>
  </w:p>
  <w:p w:rsidR="00945505" w:rsidRDefault="00945505">
    <w:pPr>
      <w:pStyle w:val="Footer"/>
      <w:jc w:val="right"/>
      <w:rPr>
        <w:i/>
        <w:iCs/>
        <w:sz w:val="16"/>
      </w:rPr>
    </w:pPr>
    <w:r>
      <w:rPr>
        <w:sz w:val="16"/>
      </w:rPr>
      <w:t>do występowania w imieniu oferenta</w:t>
    </w:r>
  </w:p>
  <w:p w:rsidR="00945505" w:rsidRDefault="00945505">
    <w:pPr>
      <w:pStyle w:val="Footer"/>
      <w:jc w:val="right"/>
      <w:rPr>
        <w:i/>
        <w:iCs/>
        <w:sz w:val="16"/>
      </w:rPr>
    </w:pPr>
    <w:r>
      <w:rPr>
        <w:i/>
        <w:iCs/>
        <w:sz w:val="16"/>
      </w:rPr>
      <w:t xml:space="preserve"> </w:t>
    </w:r>
  </w:p>
  <w:p w:rsidR="00945505" w:rsidRDefault="00945505" w:rsidP="009F2FCA">
    <w:pPr>
      <w:pStyle w:val="Footer"/>
      <w:framePr w:wrap="around" w:vAnchor="text" w:hAnchor="page" w:x="1418" w:y="230"/>
      <w:rPr>
        <w:i/>
        <w:iCs/>
        <w:sz w:val="16"/>
      </w:rPr>
    </w:pPr>
  </w:p>
  <w:p w:rsidR="00945505" w:rsidRDefault="00945505" w:rsidP="009F2FCA">
    <w:pPr>
      <w:pStyle w:val="Footer"/>
      <w:framePr w:wrap="around" w:vAnchor="text" w:hAnchor="page" w:x="1418" w:y="230"/>
      <w:jc w:val="center"/>
      <w:rPr>
        <w:rStyle w:val="PageNumber"/>
      </w:rPr>
    </w:pPr>
    <w:r>
      <w:rPr>
        <w:rStyle w:val="PageNumber"/>
      </w:rPr>
      <w:t xml:space="preserve">Str.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z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45505" w:rsidRDefault="00945505">
    <w:pPr>
      <w:pStyle w:val="Footer"/>
      <w:jc w:val="center"/>
      <w:rPr>
        <w:i/>
        <w:i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505" w:rsidRDefault="00945505" w:rsidP="00F37FD3">
      <w:r>
        <w:separator/>
      </w:r>
    </w:p>
  </w:footnote>
  <w:footnote w:type="continuationSeparator" w:id="0">
    <w:p w:rsidR="00945505" w:rsidRDefault="00945505" w:rsidP="00F37FD3">
      <w:r>
        <w:continuationSeparator/>
      </w:r>
    </w:p>
  </w:footnote>
  <w:footnote w:id="1">
    <w:p w:rsidR="00945505" w:rsidRPr="007B2908" w:rsidRDefault="00945505" w:rsidP="00F37FD3">
      <w:pPr>
        <w:jc w:val="both"/>
        <w:rPr>
          <w:sz w:val="20"/>
          <w:szCs w:val="20"/>
        </w:rPr>
      </w:pPr>
      <w:r w:rsidRPr="00525E84">
        <w:rPr>
          <w:rStyle w:val="FootnoteReference"/>
          <w:sz w:val="20"/>
          <w:szCs w:val="20"/>
          <w:shd w:val="clear" w:color="auto" w:fill="FFFF00"/>
        </w:rPr>
        <w:footnoteRef/>
      </w:r>
      <w:r w:rsidRPr="007B2908">
        <w:rPr>
          <w:sz w:val="20"/>
          <w:szCs w:val="20"/>
        </w:rPr>
        <w:t xml:space="preserve"> </w:t>
      </w:r>
      <w:r w:rsidRPr="007B2908">
        <w:rPr>
          <w:b/>
          <w:sz w:val="20"/>
          <w:szCs w:val="20"/>
        </w:rPr>
        <w:t>Mikroprzedsiębiorstwo:</w:t>
      </w:r>
      <w:r w:rsidRPr="007B2908">
        <w:rPr>
          <w:sz w:val="20"/>
          <w:szCs w:val="20"/>
        </w:rPr>
        <w:t xml:space="preserve"> przedsiębiorstwo, które zatrudnia mniej niż 10 osób i którego roczny obrót lub roczna suma bilansowa nie przekracza 2 milionów EUR.</w:t>
      </w:r>
    </w:p>
    <w:p w:rsidR="00945505" w:rsidRPr="007B2908" w:rsidRDefault="00945505" w:rsidP="00F37FD3">
      <w:pPr>
        <w:jc w:val="both"/>
        <w:rPr>
          <w:sz w:val="20"/>
          <w:szCs w:val="20"/>
        </w:rPr>
      </w:pPr>
      <w:r w:rsidRPr="007B2908">
        <w:rPr>
          <w:b/>
          <w:sz w:val="20"/>
          <w:szCs w:val="20"/>
        </w:rPr>
        <w:t xml:space="preserve">Małe przedsiębiorstwo: </w:t>
      </w:r>
      <w:r w:rsidRPr="007B2908">
        <w:rPr>
          <w:sz w:val="20"/>
          <w:szCs w:val="20"/>
        </w:rPr>
        <w:t>przedsiębiorstwo, które zatrudnia mniej niż 50 osób i którego roczny obrót lub roczna suma bilansowa nie przekracza 10 milionów EUR.</w:t>
      </w:r>
    </w:p>
    <w:p w:rsidR="00945505" w:rsidRPr="007B2908" w:rsidRDefault="00945505" w:rsidP="00F37FD3">
      <w:pPr>
        <w:jc w:val="both"/>
        <w:rPr>
          <w:sz w:val="20"/>
          <w:szCs w:val="20"/>
        </w:rPr>
      </w:pPr>
      <w:r w:rsidRPr="007B2908">
        <w:rPr>
          <w:b/>
          <w:sz w:val="20"/>
          <w:szCs w:val="20"/>
        </w:rPr>
        <w:t>Średnie przedsiębiorstwa:</w:t>
      </w:r>
      <w:r w:rsidRPr="007B2908">
        <w:rPr>
          <w:sz w:val="20"/>
          <w:szCs w:val="20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945505" w:rsidRDefault="00945505" w:rsidP="00F37FD3">
      <w:pPr>
        <w:jc w:val="both"/>
      </w:pPr>
    </w:p>
  </w:footnote>
  <w:footnote w:id="2">
    <w:p w:rsidR="00945505" w:rsidRDefault="00945505" w:rsidP="00F37FD3">
      <w:pPr>
        <w:pStyle w:val="FootnoteText"/>
      </w:pPr>
      <w:r w:rsidRPr="00525E84">
        <w:rPr>
          <w:rStyle w:val="FootnoteReference"/>
          <w:shd w:val="clear" w:color="auto" w:fill="FFFF00"/>
        </w:rPr>
        <w:footnoteRef/>
      </w:r>
      <w:r>
        <w:t xml:space="preserve"> </w:t>
      </w:r>
      <w:r>
        <w:rPr>
          <w:bCs/>
        </w:rPr>
        <w:t>należy podać również wartość w zł lub procentową część zamówienia powierzoną podwykonawcy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505" w:rsidRDefault="00945505">
    <w:pPr>
      <w:pStyle w:val="Header"/>
      <w:jc w:val="right"/>
    </w:pPr>
    <w:r>
      <w:t>Strona nr ............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A7A43"/>
    <w:multiLevelType w:val="hybridMultilevel"/>
    <w:tmpl w:val="ACD84DF8"/>
    <w:lvl w:ilvl="0" w:tplc="A1D88520">
      <w:start w:val="1"/>
      <w:numFmt w:val="decimal"/>
      <w:lvlText w:val="%1)"/>
      <w:lvlJc w:val="left"/>
      <w:pPr>
        <w:ind w:left="1440" w:hanging="360"/>
      </w:pPr>
      <w:rPr>
        <w:rFonts w:ascii="Bookman Old Style" w:eastAsia="Times New Roman" w:hAnsi="Bookman Old Style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F389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335073"/>
    <w:multiLevelType w:val="hybridMultilevel"/>
    <w:tmpl w:val="1506C55C"/>
    <w:lvl w:ilvl="0" w:tplc="B74673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719A8"/>
    <w:multiLevelType w:val="multilevel"/>
    <w:tmpl w:val="944A4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7791445B"/>
    <w:multiLevelType w:val="multilevel"/>
    <w:tmpl w:val="C24C8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FD3"/>
    <w:rsid w:val="00005D17"/>
    <w:rsid w:val="00024894"/>
    <w:rsid w:val="00083579"/>
    <w:rsid w:val="00097B69"/>
    <w:rsid w:val="000F48F0"/>
    <w:rsid w:val="000F5EBE"/>
    <w:rsid w:val="0021559D"/>
    <w:rsid w:val="00222777"/>
    <w:rsid w:val="002C5D6D"/>
    <w:rsid w:val="002D3D24"/>
    <w:rsid w:val="003B059F"/>
    <w:rsid w:val="003B5031"/>
    <w:rsid w:val="003F44E0"/>
    <w:rsid w:val="004A20E5"/>
    <w:rsid w:val="004A76FA"/>
    <w:rsid w:val="00525E84"/>
    <w:rsid w:val="00533F3F"/>
    <w:rsid w:val="0059644E"/>
    <w:rsid w:val="005A277F"/>
    <w:rsid w:val="0060669B"/>
    <w:rsid w:val="006579CD"/>
    <w:rsid w:val="00660957"/>
    <w:rsid w:val="006667C3"/>
    <w:rsid w:val="007551EB"/>
    <w:rsid w:val="00785A2C"/>
    <w:rsid w:val="007B2908"/>
    <w:rsid w:val="007C0D82"/>
    <w:rsid w:val="00851301"/>
    <w:rsid w:val="009422EC"/>
    <w:rsid w:val="00945505"/>
    <w:rsid w:val="00951178"/>
    <w:rsid w:val="00960583"/>
    <w:rsid w:val="00974CCB"/>
    <w:rsid w:val="009E7777"/>
    <w:rsid w:val="009F2FCA"/>
    <w:rsid w:val="00A13D7B"/>
    <w:rsid w:val="00C23184"/>
    <w:rsid w:val="00C646C9"/>
    <w:rsid w:val="00C75F37"/>
    <w:rsid w:val="00C86EA4"/>
    <w:rsid w:val="00CC134E"/>
    <w:rsid w:val="00F37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FD3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37FD3"/>
    <w:pPr>
      <w:keepNext/>
      <w:tabs>
        <w:tab w:val="left" w:pos="8080"/>
      </w:tabs>
      <w:ind w:left="360"/>
      <w:jc w:val="right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37FD3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odyTextIndent">
    <w:name w:val="Body Text Indent"/>
    <w:basedOn w:val="Normal"/>
    <w:link w:val="BodyTextIndentChar"/>
    <w:uiPriority w:val="99"/>
    <w:rsid w:val="00F37FD3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37FD3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F37F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37FD3"/>
    <w:rPr>
      <w:rFonts w:ascii="Times New Roman" w:hAnsi="Times New Roman" w:cs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rsid w:val="00F37FD3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37FD3"/>
    <w:rPr>
      <w:rFonts w:ascii="Times New Roman" w:hAnsi="Times New Roman" w:cs="Times New Roman"/>
      <w:sz w:val="20"/>
      <w:szCs w:val="20"/>
      <w:lang w:eastAsia="pl-PL"/>
    </w:rPr>
  </w:style>
  <w:style w:type="character" w:styleId="PageNumber">
    <w:name w:val="page number"/>
    <w:basedOn w:val="DefaultParagraphFont"/>
    <w:uiPriority w:val="99"/>
    <w:rsid w:val="00F37FD3"/>
    <w:rPr>
      <w:rFonts w:cs="Times New Roman"/>
    </w:rPr>
  </w:style>
  <w:style w:type="table" w:styleId="TableGrid">
    <w:name w:val="Table Grid"/>
    <w:basedOn w:val="TableNormal"/>
    <w:uiPriority w:val="99"/>
    <w:rsid w:val="00F37FD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rsid w:val="00F37FD3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F37FD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37FD3"/>
    <w:rPr>
      <w:rFonts w:ascii="Times New Roman" w:hAnsi="Times New Roman" w:cs="Times New Roman"/>
      <w:sz w:val="20"/>
      <w:szCs w:val="20"/>
      <w:lang w:eastAsia="pl-PL"/>
    </w:rPr>
  </w:style>
  <w:style w:type="paragraph" w:styleId="BodyText3">
    <w:name w:val="Body Text 3"/>
    <w:basedOn w:val="Normal"/>
    <w:link w:val="BodyText3Char"/>
    <w:uiPriority w:val="99"/>
    <w:rsid w:val="00F37FD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37FD3"/>
    <w:rPr>
      <w:rFonts w:ascii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5A277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928</Words>
  <Characters>5568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Woś</dc:creator>
  <cp:keywords/>
  <dc:description/>
  <cp:lastModifiedBy>wosp</cp:lastModifiedBy>
  <cp:revision>2</cp:revision>
  <dcterms:created xsi:type="dcterms:W3CDTF">2019-07-18T12:53:00Z</dcterms:created>
  <dcterms:modified xsi:type="dcterms:W3CDTF">2019-07-18T12:53:00Z</dcterms:modified>
</cp:coreProperties>
</file>